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1D710D" w14:textId="5B59F49F" w:rsidR="00CB0FEA" w:rsidRPr="00840780" w:rsidRDefault="00840780" w:rsidP="003B6F35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041142F4" w14:textId="77777777" w:rsidR="00054710" w:rsidRPr="00054710" w:rsidRDefault="00054710" w:rsidP="00054710">
      <w:pPr>
        <w:jc w:val="both"/>
        <w:rPr>
          <w:rFonts w:ascii="Times New Roman" w:eastAsia="Calibri" w:hAnsi="Times New Roman"/>
          <w:lang w:val="et-EE"/>
        </w:rPr>
      </w:pPr>
      <w:r w:rsidRPr="00054710">
        <w:rPr>
          <w:rFonts w:ascii="Times New Roman" w:eastAsia="Calibri" w:hAnsi="Times New Roman"/>
          <w:lang w:val="et-EE"/>
        </w:rPr>
        <w:t>Transpordiamet</w:t>
      </w:r>
    </w:p>
    <w:p w14:paraId="25424829" w14:textId="77777777" w:rsidR="00054710" w:rsidRPr="00054710" w:rsidRDefault="00054710" w:rsidP="00054710">
      <w:pPr>
        <w:jc w:val="both"/>
        <w:rPr>
          <w:rFonts w:ascii="Times New Roman" w:eastAsia="Calibri" w:hAnsi="Times New Roman"/>
          <w:color w:val="000000"/>
          <w:lang w:val="et-EE"/>
        </w:rPr>
      </w:pPr>
      <w:r w:rsidRPr="00054710">
        <w:rPr>
          <w:rFonts w:ascii="Times New Roman" w:eastAsia="Calibri" w:hAnsi="Times New Roman"/>
          <w:color w:val="000000"/>
          <w:lang w:val="et-EE"/>
        </w:rPr>
        <w:t>Valge 4</w:t>
      </w:r>
    </w:p>
    <w:p w14:paraId="7AD7053D" w14:textId="281A75EA" w:rsidR="00054710" w:rsidRPr="00054710" w:rsidRDefault="00054710" w:rsidP="00054710">
      <w:pPr>
        <w:jc w:val="both"/>
        <w:rPr>
          <w:rFonts w:ascii="Times New Roman" w:eastAsia="Calibri" w:hAnsi="Times New Roman"/>
          <w:lang w:val="et-EE"/>
        </w:rPr>
      </w:pPr>
      <w:r w:rsidRPr="00054710">
        <w:rPr>
          <w:rFonts w:ascii="Times New Roman" w:eastAsia="Calibri" w:hAnsi="Times New Roman"/>
          <w:color w:val="000000"/>
          <w:lang w:val="et-EE"/>
        </w:rPr>
        <w:t>11413 Tallinn</w:t>
      </w:r>
      <w:r w:rsidRPr="00054710">
        <w:rPr>
          <w:rFonts w:ascii="Times New Roman" w:eastAsia="Calibri" w:hAnsi="Times New Roman"/>
          <w:lang w:val="et-EE"/>
        </w:rPr>
        <w:tab/>
      </w:r>
      <w:r w:rsidRPr="00054710">
        <w:rPr>
          <w:rFonts w:ascii="Times New Roman" w:eastAsia="Calibri" w:hAnsi="Times New Roman"/>
          <w:lang w:val="et-EE"/>
        </w:rPr>
        <w:tab/>
      </w:r>
      <w:r w:rsidRPr="00054710">
        <w:rPr>
          <w:rFonts w:ascii="Times New Roman" w:eastAsia="Calibri" w:hAnsi="Times New Roman"/>
          <w:lang w:val="et-EE"/>
        </w:rPr>
        <w:tab/>
      </w:r>
      <w:r w:rsidRPr="00054710">
        <w:rPr>
          <w:rFonts w:ascii="Times New Roman" w:eastAsia="Calibri" w:hAnsi="Times New Roman"/>
          <w:lang w:val="et-EE"/>
        </w:rPr>
        <w:tab/>
      </w:r>
      <w:r w:rsidRPr="00054710">
        <w:rPr>
          <w:rFonts w:ascii="Times New Roman" w:eastAsia="Calibri" w:hAnsi="Times New Roman"/>
          <w:lang w:val="et-EE"/>
        </w:rPr>
        <w:tab/>
        <w:t xml:space="preserve">                   </w:t>
      </w:r>
      <w:r w:rsidR="00442563">
        <w:rPr>
          <w:rFonts w:ascii="Times New Roman" w:eastAsia="Calibri" w:hAnsi="Times New Roman"/>
          <w:lang w:val="et-EE"/>
        </w:rPr>
        <w:t>1</w:t>
      </w:r>
      <w:r w:rsidR="00172722">
        <w:rPr>
          <w:rFonts w:ascii="Times New Roman" w:eastAsia="Calibri" w:hAnsi="Times New Roman"/>
          <w:lang w:val="et-EE"/>
        </w:rPr>
        <w:t>5</w:t>
      </w:r>
      <w:r w:rsidR="00442563">
        <w:rPr>
          <w:rFonts w:ascii="Times New Roman" w:eastAsia="Calibri" w:hAnsi="Times New Roman"/>
          <w:lang w:val="et-EE"/>
        </w:rPr>
        <w:t>.01.2026</w:t>
      </w:r>
      <w:r w:rsidRPr="00054710">
        <w:rPr>
          <w:rFonts w:ascii="Times New Roman" w:eastAsia="Calibri" w:hAnsi="Times New Roman"/>
          <w:lang w:val="et-EE"/>
        </w:rPr>
        <w:t xml:space="preserve"> nr JV-MAA-1/</w:t>
      </w:r>
      <w:r w:rsidR="00056BB5" w:rsidRPr="00056BB5">
        <w:rPr>
          <w:rFonts w:ascii="Times New Roman" w:eastAsia="Calibri" w:hAnsi="Times New Roman"/>
        </w:rPr>
        <w:t>158</w:t>
      </w:r>
    </w:p>
    <w:p w14:paraId="25F0E5C8" w14:textId="77777777" w:rsidR="00054710" w:rsidRPr="00054710" w:rsidRDefault="00054710" w:rsidP="00054710">
      <w:pPr>
        <w:jc w:val="both"/>
        <w:rPr>
          <w:rFonts w:ascii="Times New Roman" w:eastAsia="Calibri" w:hAnsi="Times New Roman"/>
          <w:lang w:val="et-EE"/>
        </w:rPr>
      </w:pPr>
      <w:r w:rsidRPr="00054710">
        <w:rPr>
          <w:rFonts w:ascii="Times New Roman" w:eastAsia="Calibri" w:hAnsi="Times New Roman"/>
          <w:lang w:val="et-EE"/>
        </w:rPr>
        <w:t xml:space="preserve">e-posti aadress: </w:t>
      </w:r>
      <w:hyperlink r:id="rId10" w:history="1">
        <w:r w:rsidRPr="00054710">
          <w:rPr>
            <w:rFonts w:ascii="Times New Roman" w:eastAsia="Calibri" w:hAnsi="Times New Roman"/>
            <w:color w:val="0000FF"/>
            <w:u w:val="single"/>
            <w:lang w:val="et-EE"/>
          </w:rPr>
          <w:t>maantee@transpordiamet.ee</w:t>
        </w:r>
      </w:hyperlink>
    </w:p>
    <w:p w14:paraId="25ABDD6F" w14:textId="77777777" w:rsidR="00054710" w:rsidRPr="00054710" w:rsidRDefault="00054710" w:rsidP="00054710">
      <w:pPr>
        <w:jc w:val="both"/>
        <w:rPr>
          <w:rFonts w:ascii="Times New Roman" w:eastAsia="Calibri" w:hAnsi="Times New Roman"/>
          <w:lang w:val="et-EE"/>
        </w:rPr>
      </w:pPr>
    </w:p>
    <w:p w14:paraId="4D5AB281" w14:textId="77777777" w:rsidR="00054710" w:rsidRPr="00054710" w:rsidRDefault="00054710" w:rsidP="00054710">
      <w:pPr>
        <w:jc w:val="both"/>
        <w:rPr>
          <w:rFonts w:ascii="Times New Roman" w:eastAsia="Calibri" w:hAnsi="Times New Roman"/>
          <w:b/>
          <w:lang w:val="et-EE"/>
        </w:rPr>
      </w:pPr>
      <w:r w:rsidRPr="00054710">
        <w:rPr>
          <w:rFonts w:ascii="Times New Roman" w:eastAsia="Calibri" w:hAnsi="Times New Roman"/>
          <w:b/>
          <w:bCs/>
          <w:lang w:val="et-EE"/>
        </w:rPr>
        <w:t>RIIGIVARA KASUTAMISEKS ANDMISE  ja ISIKLIKU KASUTUSÕIGUSE SEADMISE TAOTLUS (tehnovõrgud ja rajatised)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98"/>
        <w:gridCol w:w="6190"/>
      </w:tblGrid>
      <w:tr w:rsidR="00054710" w:rsidRPr="00054710" w14:paraId="287B968A" w14:textId="77777777" w:rsidTr="00A7579D">
        <w:trPr>
          <w:trHeight w:val="417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2B7EEE22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  <w:p w14:paraId="3F825E13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  <w:p w14:paraId="075FE2EF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  <w:p w14:paraId="0491B11C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  <w:p w14:paraId="6444412F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/>
                <w:bCs/>
                <w:lang w:val="et-EE"/>
              </w:rPr>
              <w:t>TAOTLEJA</w:t>
            </w:r>
          </w:p>
          <w:p w14:paraId="298582E4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/>
                <w:bCs/>
                <w:lang w:val="et-EE"/>
              </w:rPr>
              <w:t>ANDMED</w:t>
            </w:r>
          </w:p>
          <w:p w14:paraId="01FB1E01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  <w:p w14:paraId="19BAB02F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  <w:p w14:paraId="2A05A7CF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  <w:p w14:paraId="36038B8A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410CF0B8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>Nimi: Elektrilevi OÜ</w:t>
            </w:r>
          </w:p>
        </w:tc>
      </w:tr>
      <w:tr w:rsidR="00054710" w:rsidRPr="00054710" w14:paraId="7CCB5263" w14:textId="77777777" w:rsidTr="00A7579D">
        <w:trPr>
          <w:trHeight w:val="415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284B01DA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092DA3D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>Registrikood: 11050857</w:t>
            </w:r>
          </w:p>
        </w:tc>
      </w:tr>
      <w:tr w:rsidR="00054710" w:rsidRPr="00054710" w14:paraId="7D7BD88A" w14:textId="77777777" w:rsidTr="00A7579D">
        <w:trPr>
          <w:trHeight w:val="272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1F24A650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C0D18C3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>Aadress: Veskiposti 2, 10138 Tallinn</w:t>
            </w:r>
          </w:p>
        </w:tc>
      </w:tr>
      <w:tr w:rsidR="00054710" w:rsidRPr="00054710" w14:paraId="1632D5E9" w14:textId="77777777" w:rsidTr="00A7579D">
        <w:trPr>
          <w:trHeight w:val="421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132F0EF6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  <w:bookmarkStart w:id="0" w:name="_Hlk38622158"/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F5DAB58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>Õigustatud isiku poolne lepingu sõlmija nimi</w:t>
            </w:r>
          </w:p>
          <w:p w14:paraId="1782F662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>Andra McManus</w:t>
            </w:r>
          </w:p>
        </w:tc>
      </w:tr>
      <w:tr w:rsidR="00054710" w:rsidRPr="00054710" w14:paraId="145DB95D" w14:textId="77777777" w:rsidTr="00A7579D">
        <w:trPr>
          <w:trHeight w:val="272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374509FC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E9CE72E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 xml:space="preserve">Vajadusel koopia lepingu allkirjastaja volikirjast, kui allkirjastamine toimub volituse alusel. </w:t>
            </w:r>
          </w:p>
        </w:tc>
      </w:tr>
      <w:bookmarkEnd w:id="0"/>
      <w:tr w:rsidR="00054710" w:rsidRPr="00054710" w14:paraId="1D4D9914" w14:textId="77777777" w:rsidTr="00A7579D">
        <w:trPr>
          <w:trHeight w:val="272"/>
        </w:trPr>
        <w:tc>
          <w:tcPr>
            <w:tcW w:w="3098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14:paraId="6A9CDCC1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1ECDCC41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 xml:space="preserve">Lepingu sõlmija e-posti aadress, telefoni number (mitte lisada organisatsiooni üldtelefoni) </w:t>
            </w:r>
          </w:p>
          <w:p w14:paraId="5821A1EB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lang w:val="et-EE"/>
              </w:rPr>
            </w:pPr>
            <w:hyperlink r:id="rId11" w:history="1">
              <w:r w:rsidRPr="00054710">
                <w:rPr>
                  <w:rFonts w:ascii="Times New Roman" w:eastAsia="Calibri" w:hAnsi="Times New Roman"/>
                  <w:bCs/>
                  <w:color w:val="0000FF"/>
                  <w:u w:val="single"/>
                  <w:lang w:val="et-EE"/>
                </w:rPr>
                <w:t xml:space="preserve"> Andra.McManus @elektrilevi.ee</w:t>
              </w:r>
            </w:hyperlink>
            <w:r w:rsidRPr="00054710">
              <w:rPr>
                <w:rFonts w:ascii="Times New Roman" w:eastAsia="Calibri" w:hAnsi="Times New Roman"/>
                <w:bCs/>
                <w:lang w:val="et-EE"/>
              </w:rPr>
              <w:t>, tel 5123441</w:t>
            </w:r>
          </w:p>
        </w:tc>
      </w:tr>
      <w:tr w:rsidR="00054710" w:rsidRPr="00054710" w14:paraId="1C86A00F" w14:textId="77777777" w:rsidTr="00A7579D">
        <w:trPr>
          <w:trHeight w:val="94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44F64C89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/>
                <w:bCs/>
                <w:lang w:val="et-EE"/>
              </w:rPr>
              <w:t>TAOTLEJA KONTAKTISIK menetlemisel (kui erineb lepingu allkirjastajast)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7E30D6B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>Nimi:</w:t>
            </w:r>
            <w:r w:rsidRPr="00054710">
              <w:rPr>
                <w:rFonts w:ascii="Times New Roman" w:eastAsia="Calibri" w:hAnsi="Times New Roman"/>
                <w:bCs/>
              </w:rPr>
              <w:t xml:space="preserve"> Kati-Kristella Kivisild-Ant</w:t>
            </w:r>
          </w:p>
        </w:tc>
      </w:tr>
      <w:tr w:rsidR="00054710" w:rsidRPr="00054710" w14:paraId="017956F7" w14:textId="77777777" w:rsidTr="00A7579D">
        <w:trPr>
          <w:trHeight w:val="93"/>
        </w:trPr>
        <w:tc>
          <w:tcPr>
            <w:tcW w:w="3098" w:type="dxa"/>
            <w:vMerge/>
            <w:tcBorders>
              <w:bottom w:val="nil"/>
              <w:right w:val="single" w:sz="4" w:space="0" w:color="auto"/>
            </w:tcBorders>
          </w:tcPr>
          <w:p w14:paraId="73B71F49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3382A6E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 xml:space="preserve">e-posti aadress, telefoni number </w:t>
            </w:r>
          </w:p>
          <w:p w14:paraId="2CC0A1FE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  <w:hyperlink r:id="rId12" w:history="1">
              <w:r w:rsidRPr="00054710">
                <w:rPr>
                  <w:rFonts w:ascii="Times New Roman" w:eastAsia="Calibri" w:hAnsi="Times New Roman"/>
                  <w:color w:val="0000FF"/>
                  <w:u w:val="single"/>
                  <w:lang w:val="et-EE"/>
                </w:rPr>
                <w:t>kati</w:t>
              </w:r>
              <w:r w:rsidRPr="00054710">
                <w:rPr>
                  <w:rFonts w:ascii="Times New Roman" w:eastAsia="Calibri" w:hAnsi="Times New Roman"/>
                  <w:bCs/>
                  <w:color w:val="0000FF"/>
                  <w:u w:val="single"/>
                </w:rPr>
                <w:t>.kivisild@elektrilevi.ee</w:t>
              </w:r>
            </w:hyperlink>
            <w:r w:rsidRPr="00054710">
              <w:rPr>
                <w:rFonts w:ascii="Times New Roman" w:eastAsia="Calibri" w:hAnsi="Times New Roman"/>
                <w:bCs/>
              </w:rPr>
              <w:t xml:space="preserve"> , 5015647</w:t>
            </w:r>
          </w:p>
          <w:p w14:paraId="7513538E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lang w:val="et-EE"/>
              </w:rPr>
            </w:pPr>
          </w:p>
        </w:tc>
      </w:tr>
      <w:tr w:rsidR="00054710" w:rsidRPr="00054710" w14:paraId="5A130A75" w14:textId="77777777" w:rsidTr="00A7579D">
        <w:trPr>
          <w:trHeight w:val="93"/>
        </w:trPr>
        <w:tc>
          <w:tcPr>
            <w:tcW w:w="3098" w:type="dxa"/>
            <w:tcBorders>
              <w:bottom w:val="nil"/>
              <w:right w:val="single" w:sz="4" w:space="0" w:color="auto"/>
            </w:tcBorders>
          </w:tcPr>
          <w:p w14:paraId="2709F642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vMerge w:val="restart"/>
            <w:tcBorders>
              <w:left w:val="single" w:sz="4" w:space="0" w:color="auto"/>
            </w:tcBorders>
          </w:tcPr>
          <w:p w14:paraId="4439021E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iCs/>
              </w:rPr>
              <w:t>Tehnovõrk on vajalik avalikes huvides ning arenduskohustuse täitmiseks</w:t>
            </w:r>
          </w:p>
        </w:tc>
      </w:tr>
      <w:tr w:rsidR="00054710" w:rsidRPr="00054710" w14:paraId="57A9D7D4" w14:textId="77777777" w:rsidTr="00A7579D">
        <w:trPr>
          <w:trHeight w:val="272"/>
        </w:trPr>
        <w:tc>
          <w:tcPr>
            <w:tcW w:w="3098" w:type="dxa"/>
            <w:tcBorders>
              <w:top w:val="nil"/>
              <w:right w:val="single" w:sz="4" w:space="0" w:color="auto"/>
            </w:tcBorders>
          </w:tcPr>
          <w:p w14:paraId="27850CA9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/>
                <w:bCs/>
                <w:lang w:val="et-EE"/>
              </w:rPr>
              <w:t>TEHNORAJATISE PAIGALDAMISE EESMÄRK</w:t>
            </w:r>
          </w:p>
        </w:tc>
        <w:tc>
          <w:tcPr>
            <w:tcW w:w="6190" w:type="dxa"/>
            <w:vMerge/>
            <w:tcBorders>
              <w:left w:val="single" w:sz="4" w:space="0" w:color="auto"/>
            </w:tcBorders>
          </w:tcPr>
          <w:p w14:paraId="36438749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u w:val="single"/>
                <w:lang w:val="et-EE"/>
              </w:rPr>
            </w:pPr>
          </w:p>
        </w:tc>
      </w:tr>
      <w:tr w:rsidR="00054710" w:rsidRPr="00054710" w14:paraId="5B0F45FC" w14:textId="77777777" w:rsidTr="00A7579D">
        <w:trPr>
          <w:trHeight w:val="580"/>
        </w:trPr>
        <w:tc>
          <w:tcPr>
            <w:tcW w:w="3098" w:type="dxa"/>
            <w:vMerge w:val="restart"/>
            <w:tcBorders>
              <w:right w:val="single" w:sz="4" w:space="0" w:color="auto"/>
            </w:tcBorders>
          </w:tcPr>
          <w:p w14:paraId="29C9D7D4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  <w:p w14:paraId="3F69A480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/>
                <w:bCs/>
                <w:lang w:val="et-EE"/>
              </w:rPr>
              <w:t>PROJEKT (Transpordiametis kooskõlastatud)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2D89D16" w14:textId="738E581D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i/>
                <w:i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>Projekti nimetus ja number:</w:t>
            </w:r>
            <w:r w:rsidRPr="0005471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 xml:space="preserve"> </w:t>
            </w:r>
            <w:r w:rsidR="00442563">
              <w:rPr>
                <w:rFonts w:ascii="Times New Roman" w:eastAsia="Calibri" w:hAnsi="Times New Roman"/>
                <w:bCs/>
                <w:lang w:val="et-EE"/>
              </w:rPr>
              <w:t>IP7749</w:t>
            </w:r>
            <w:r w:rsidRPr="00054710">
              <w:rPr>
                <w:rFonts w:ascii="Times New Roman" w:eastAsia="Calibri" w:hAnsi="Times New Roman"/>
                <w:bCs/>
                <w:lang w:val="et-EE"/>
              </w:rPr>
              <w:t xml:space="preserve"> </w:t>
            </w:r>
            <w:r w:rsidRPr="00442563">
              <w:rPr>
                <w:rFonts w:ascii="Times New Roman" w:eastAsia="Calibri" w:hAnsi="Times New Roman"/>
                <w:bCs/>
                <w:lang w:val="et-EE"/>
              </w:rPr>
              <w:t>„</w:t>
            </w:r>
            <w:r w:rsidR="00442563" w:rsidRPr="00442563">
              <w:rPr>
                <w:rFonts w:ascii="Times New Roman" w:eastAsia="Calibri" w:hAnsi="Times New Roman"/>
                <w:bCs/>
                <w:lang w:val="et-EE"/>
              </w:rPr>
              <w:t>Mõniste-Kuutsi keskpingeliini ümberehitus, Rõuge vald, Võrumaa</w:t>
            </w:r>
            <w:r w:rsidR="00442563">
              <w:rPr>
                <w:rFonts w:ascii="Times New Roman" w:eastAsia="Calibri" w:hAnsi="Times New Roman"/>
                <w:bCs/>
                <w:lang w:val="et-EE"/>
              </w:rPr>
              <w:t>.“</w:t>
            </w:r>
          </w:p>
        </w:tc>
      </w:tr>
      <w:tr w:rsidR="00054710" w:rsidRPr="00054710" w14:paraId="0ABB5C92" w14:textId="77777777" w:rsidTr="00A7579D">
        <w:trPr>
          <w:trHeight w:val="580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73FCAB16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F3C6354" w14:textId="53037075" w:rsidR="00054710" w:rsidRPr="00054710" w:rsidRDefault="00054710" w:rsidP="00054710">
            <w:pPr>
              <w:rPr>
                <w:rFonts w:ascii="Times New Roman" w:eastAsia="Calibri" w:hAnsi="Times New Roman"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 xml:space="preserve">Projekti koostaja: </w:t>
            </w:r>
            <w:r>
              <w:t xml:space="preserve"> </w:t>
            </w:r>
            <w:r w:rsidR="00442563">
              <w:rPr>
                <w:rFonts w:ascii="Times New Roman" w:eastAsia="Calibri" w:hAnsi="Times New Roman"/>
                <w:bCs/>
                <w:lang w:val="et-EE"/>
              </w:rPr>
              <w:t>Aap Erik</w:t>
            </w:r>
            <w:r w:rsidRPr="00442563">
              <w:rPr>
                <w:rFonts w:ascii="Times New Roman" w:eastAsia="Calibri" w:hAnsi="Times New Roman"/>
                <w:bCs/>
                <w:lang w:val="et-EE"/>
              </w:rPr>
              <w:t xml:space="preserve">, </w:t>
            </w:r>
            <w:r w:rsidRPr="00442563">
              <w:rPr>
                <w:rFonts w:ascii="Times New Roman" w:hAnsi="Times New Roman"/>
              </w:rPr>
              <w:t xml:space="preserve"> </w:t>
            </w:r>
            <w:hyperlink r:id="rId13" w:history="1">
              <w:r w:rsidR="00442563" w:rsidRPr="00442563">
                <w:rPr>
                  <w:rStyle w:val="Hyperlink"/>
                  <w:rFonts w:ascii="Times New Roman" w:hAnsi="Times New Roman"/>
                </w:rPr>
                <w:t>A.Erik@leonhard-weiss.com</w:t>
              </w:r>
            </w:hyperlink>
            <w:r w:rsidR="00442563">
              <w:t xml:space="preserve"> </w:t>
            </w:r>
            <w:r>
              <w:rPr>
                <w:rFonts w:ascii="Times New Roman" w:eastAsia="Calibri" w:hAnsi="Times New Roman"/>
                <w:bCs/>
                <w:lang w:val="et-EE"/>
              </w:rPr>
              <w:t xml:space="preserve"> </w:t>
            </w:r>
          </w:p>
        </w:tc>
      </w:tr>
      <w:tr w:rsidR="00054710" w:rsidRPr="00054710" w14:paraId="0DA93B2F" w14:textId="77777777" w:rsidTr="00A7579D">
        <w:trPr>
          <w:trHeight w:val="580"/>
        </w:trPr>
        <w:tc>
          <w:tcPr>
            <w:tcW w:w="3098" w:type="dxa"/>
            <w:vMerge/>
            <w:tcBorders>
              <w:right w:val="single" w:sz="4" w:space="0" w:color="auto"/>
            </w:tcBorders>
          </w:tcPr>
          <w:p w14:paraId="50DAF25A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7A905210" w14:textId="38EC7A80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>Transpordiameti kooskõlastuse vastuskirja kuupäev ja number:</w:t>
            </w:r>
            <w:r w:rsidRPr="00054710">
              <w:rPr>
                <w:rFonts w:ascii="Calibri" w:eastAsia="Calibri" w:hAnsi="Calibri"/>
                <w:lang w:val="et-EE"/>
              </w:rPr>
              <w:t xml:space="preserve"> </w:t>
            </w:r>
            <w:r w:rsidRPr="00054710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>
              <w:t xml:space="preserve"> </w:t>
            </w:r>
            <w:r w:rsidR="00442563" w:rsidRPr="00442563">
              <w:rPr>
                <w:rFonts w:ascii="Times New Roman" w:eastAsia="Calibri" w:hAnsi="Times New Roman"/>
                <w:bCs/>
                <w:lang w:val="et-EE"/>
              </w:rPr>
              <w:t>12.01.2026  nr 7.1-2/26/125-2</w:t>
            </w:r>
          </w:p>
        </w:tc>
      </w:tr>
      <w:tr w:rsidR="00054710" w:rsidRPr="00054710" w14:paraId="3EDE9665" w14:textId="77777777" w:rsidTr="00A7579D">
        <w:trPr>
          <w:trHeight w:val="312"/>
        </w:trPr>
        <w:tc>
          <w:tcPr>
            <w:tcW w:w="309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305027DB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  <w:p w14:paraId="04C1FF48" w14:textId="3BC17F87" w:rsidR="00054710" w:rsidRPr="00442563" w:rsidRDefault="00054710" w:rsidP="00442563">
            <w:pPr>
              <w:pStyle w:val="ListParagraph"/>
              <w:numPr>
                <w:ilvl w:val="0"/>
                <w:numId w:val="38"/>
              </w:numPr>
              <w:spacing w:after="200"/>
              <w:rPr>
                <w:rFonts w:ascii="Times New Roman" w:eastAsia="Calibri" w:hAnsi="Times New Roman"/>
                <w:b/>
                <w:bCs/>
                <w:lang w:val="cs-CZ"/>
              </w:rPr>
            </w:pPr>
            <w:r w:rsidRPr="00442563">
              <w:rPr>
                <w:rFonts w:ascii="Times New Roman" w:eastAsia="Calibri" w:hAnsi="Times New Roman"/>
                <w:b/>
                <w:bCs/>
              </w:rPr>
              <w:t>KOORMATAVA</w:t>
            </w:r>
            <w:r w:rsidR="00442563" w:rsidRPr="00442563">
              <w:rPr>
                <w:rFonts w:ascii="Times New Roman" w:eastAsia="Calibri" w:hAnsi="Times New Roman"/>
                <w:b/>
                <w:bCs/>
              </w:rPr>
              <w:t xml:space="preserve"> </w:t>
            </w:r>
            <w:r w:rsidRPr="00442563">
              <w:rPr>
                <w:rFonts w:ascii="Times New Roman" w:eastAsia="Calibri" w:hAnsi="Times New Roman"/>
                <w:b/>
                <w:bCs/>
              </w:rPr>
              <w:t>RIIGIMAA ANDMED (info RKVRist ja Maa-ameti kaardirakendusest)</w:t>
            </w:r>
          </w:p>
          <w:p w14:paraId="216B16D2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24572978" w14:textId="69E8892B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 xml:space="preserve">Number ja nimetus: </w:t>
            </w:r>
            <w:r w:rsidRPr="00054710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>
              <w:t xml:space="preserve"> </w:t>
            </w:r>
            <w:r w:rsidR="00442563" w:rsidRPr="00442563">
              <w:rPr>
                <w:rFonts w:ascii="Times New Roman" w:eastAsia="Calibri" w:hAnsi="Times New Roman"/>
                <w:bCs/>
                <w:lang w:val="et-EE"/>
              </w:rPr>
              <w:t>25196 Mehka-Saru tee</w:t>
            </w:r>
          </w:p>
        </w:tc>
      </w:tr>
      <w:tr w:rsidR="00054710" w:rsidRPr="00054710" w14:paraId="3D47E63D" w14:textId="77777777" w:rsidTr="00A7579D">
        <w:trPr>
          <w:trHeight w:val="415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3C6433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33DCEB9E" w14:textId="2427007D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 xml:space="preserve">Katastritunnus: </w:t>
            </w:r>
            <w:r w:rsidRPr="00054710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>
              <w:t xml:space="preserve"> </w:t>
            </w:r>
            <w:r w:rsidR="00442563" w:rsidRPr="00442563">
              <w:rPr>
                <w:rFonts w:ascii="Times New Roman" w:eastAsia="Calibri" w:hAnsi="Times New Roman"/>
                <w:bCs/>
                <w:lang w:val="et-EE"/>
              </w:rPr>
              <w:t>49301:003:0008</w:t>
            </w:r>
          </w:p>
        </w:tc>
      </w:tr>
      <w:tr w:rsidR="00054710" w:rsidRPr="00054710" w14:paraId="54BB62CA" w14:textId="77777777" w:rsidTr="00A7579D">
        <w:trPr>
          <w:trHeight w:val="378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5883D6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0C65BC6" w14:textId="0A4ECC1B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 xml:space="preserve">Kinnistu registriosa number: </w:t>
            </w:r>
            <w:r w:rsidRPr="00054710">
              <w:rPr>
                <w:rFonts w:ascii="Calibri" w:eastAsia="Calibri" w:hAnsi="Calibri"/>
                <w:sz w:val="22"/>
                <w:szCs w:val="22"/>
                <w:lang w:val="et-EE"/>
              </w:rPr>
              <w:t xml:space="preserve"> </w:t>
            </w:r>
            <w:r>
              <w:t xml:space="preserve"> </w:t>
            </w:r>
            <w:r w:rsidR="00442563" w:rsidRPr="00442563">
              <w:rPr>
                <w:rFonts w:ascii="Times New Roman" w:eastAsia="Calibri" w:hAnsi="Times New Roman"/>
                <w:bCs/>
                <w:lang w:val="et-EE"/>
              </w:rPr>
              <w:t>8274650</w:t>
            </w:r>
          </w:p>
        </w:tc>
      </w:tr>
      <w:tr w:rsidR="00054710" w:rsidRPr="00054710" w14:paraId="4E52E06A" w14:textId="77777777" w:rsidTr="00A7579D">
        <w:trPr>
          <w:trHeight w:val="378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C9D180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6076F2F1" w14:textId="155FD6A8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 xml:space="preserve">Riigi kinnisvararegistri objekti kood: </w:t>
            </w:r>
            <w:r w:rsidRPr="00054710">
              <w:rPr>
                <w:rFonts w:ascii="Times New Roman" w:eastAsia="Calibri" w:hAnsi="Times New Roman"/>
                <w:bCs/>
                <w:sz w:val="22"/>
                <w:szCs w:val="22"/>
                <w:lang w:val="et-EE"/>
              </w:rPr>
              <w:t xml:space="preserve"> </w:t>
            </w:r>
            <w:r>
              <w:t xml:space="preserve"> </w:t>
            </w:r>
            <w:r w:rsidR="00442563" w:rsidRPr="00442563">
              <w:rPr>
                <w:rFonts w:ascii="Times New Roman" w:eastAsia="Calibri" w:hAnsi="Times New Roman"/>
                <w:bCs/>
                <w:lang w:val="et-EE"/>
              </w:rPr>
              <w:t>KV72449</w:t>
            </w:r>
          </w:p>
        </w:tc>
      </w:tr>
      <w:tr w:rsidR="00054710" w:rsidRPr="00054710" w14:paraId="31F28901" w14:textId="77777777" w:rsidTr="00A7579D">
        <w:trPr>
          <w:trHeight w:val="453"/>
        </w:trPr>
        <w:tc>
          <w:tcPr>
            <w:tcW w:w="309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782CAE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0956F7D1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u w:val="single"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u w:val="single"/>
                <w:lang w:val="et-EE"/>
              </w:rPr>
              <w:t xml:space="preserve">Kasutusõiguse sisu:  </w:t>
            </w:r>
          </w:p>
          <w:p w14:paraId="686DAFEA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>Elektrimaakaabelliini rajamiseks</w:t>
            </w:r>
          </w:p>
          <w:p w14:paraId="53029D8A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color w:val="000000"/>
                <w:spacing w:val="2"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 xml:space="preserve">Ruumikuju andmed: </w:t>
            </w:r>
          </w:p>
          <w:p w14:paraId="2662A8CD" w14:textId="61025AE8" w:rsidR="00054710" w:rsidRPr="00054710" w:rsidRDefault="00054710" w:rsidP="00054710">
            <w:pPr>
              <w:spacing w:after="200"/>
              <w:jc w:val="both"/>
              <w:rPr>
                <w:rFonts w:ascii="Times New Roman" w:eastAsia="Calibri" w:hAnsi="Times New Roman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lastRenderedPageBreak/>
              <w:t xml:space="preserve">PARI ID </w:t>
            </w:r>
            <w:r>
              <w:rPr>
                <w:rFonts w:ascii="Times New Roman" w:eastAsia="Calibri" w:hAnsi="Times New Roman"/>
                <w:bCs/>
                <w:lang w:val="et-EE"/>
              </w:rPr>
              <w:t>POS 1</w:t>
            </w:r>
            <w:r w:rsidR="00442563">
              <w:rPr>
                <w:rFonts w:ascii="Times New Roman" w:eastAsia="Calibri" w:hAnsi="Times New Roman"/>
                <w:bCs/>
                <w:lang w:val="et-EE"/>
              </w:rPr>
              <w:t>, POS 2, POS 3, POS 4, POS 5</w:t>
            </w:r>
            <w:r>
              <w:rPr>
                <w:rFonts w:ascii="Times New Roman" w:eastAsia="Calibri" w:hAnsi="Times New Roman"/>
                <w:bCs/>
                <w:lang w:val="et-EE"/>
              </w:rPr>
              <w:t xml:space="preserve"> </w:t>
            </w:r>
            <w:r w:rsidR="00442563">
              <w:rPr>
                <w:rFonts w:ascii="Times New Roman" w:eastAsia="Calibri" w:hAnsi="Times New Roman"/>
                <w:bCs/>
                <w:lang w:val="et-EE"/>
              </w:rPr>
              <w:t>–</w:t>
            </w:r>
            <w:r>
              <w:rPr>
                <w:rFonts w:ascii="Times New Roman" w:eastAsia="Calibri" w:hAnsi="Times New Roman"/>
                <w:bCs/>
                <w:lang w:val="et-EE"/>
              </w:rPr>
              <w:t xml:space="preserve"> </w:t>
            </w:r>
            <w:r w:rsidR="00442563" w:rsidRPr="00442563">
              <w:rPr>
                <w:rFonts w:ascii="Times New Roman" w:eastAsia="Calibri" w:hAnsi="Times New Roman"/>
                <w:bCs/>
                <w:color w:val="000000"/>
                <w:spacing w:val="2"/>
                <w:lang w:val="et-EE"/>
              </w:rPr>
              <w:t>1070409</w:t>
            </w:r>
            <w:r w:rsidR="00442563">
              <w:rPr>
                <w:rFonts w:ascii="Times New Roman" w:eastAsia="Calibri" w:hAnsi="Times New Roman"/>
                <w:bCs/>
                <w:color w:val="000000"/>
                <w:spacing w:val="2"/>
                <w:lang w:val="et-EE"/>
              </w:rPr>
              <w:t xml:space="preserve"> </w:t>
            </w:r>
            <w:hyperlink r:id="rId14" w:history="1">
              <w:r w:rsidR="00442563" w:rsidRPr="00442563">
                <w:rPr>
                  <w:rStyle w:val="Hyperlink"/>
                  <w:rFonts w:ascii="Times New Roman" w:hAnsi="Times New Roman"/>
                </w:rPr>
                <w:t>https://pari.kataster.ee/magic-link/d238d163-6886-4c04-8279-6b0e95721953</w:t>
              </w:r>
            </w:hyperlink>
            <w:r w:rsidR="00442563">
              <w:t xml:space="preserve"> </w:t>
            </w:r>
          </w:p>
        </w:tc>
      </w:tr>
      <w:tr w:rsidR="00442563" w:rsidRPr="00054710" w14:paraId="17F5DABF" w14:textId="77777777" w:rsidTr="00A7579D">
        <w:trPr>
          <w:trHeight w:val="453"/>
        </w:trPr>
        <w:tc>
          <w:tcPr>
            <w:tcW w:w="3098" w:type="dxa"/>
            <w:tcBorders>
              <w:left w:val="single" w:sz="4" w:space="0" w:color="auto"/>
              <w:right w:val="single" w:sz="4" w:space="0" w:color="auto"/>
            </w:tcBorders>
          </w:tcPr>
          <w:p w14:paraId="3C4942F6" w14:textId="378D938E" w:rsidR="00442563" w:rsidRPr="00442563" w:rsidRDefault="00442563" w:rsidP="00442563">
            <w:pPr>
              <w:pStyle w:val="ListParagraph"/>
              <w:numPr>
                <w:ilvl w:val="0"/>
                <w:numId w:val="38"/>
              </w:numPr>
              <w:spacing w:after="200"/>
              <w:rPr>
                <w:rFonts w:ascii="Times New Roman" w:eastAsia="Calibri" w:hAnsi="Times New Roman"/>
                <w:b/>
                <w:bCs/>
              </w:rPr>
            </w:pPr>
            <w:r w:rsidRPr="00442563">
              <w:rPr>
                <w:rFonts w:ascii="Times New Roman" w:eastAsia="Calibri" w:hAnsi="Times New Roman"/>
                <w:b/>
                <w:bCs/>
              </w:rPr>
              <w:lastRenderedPageBreak/>
              <w:t>KOORMATAVA RIIGIMAA ANDMED (info RKVRist ja Maa-ameti</w:t>
            </w:r>
            <w:r w:rsidR="00714ED7">
              <w:rPr>
                <w:rFonts w:ascii="Times New Roman" w:eastAsia="Calibri" w:hAnsi="Times New Roman"/>
                <w:b/>
                <w:bCs/>
              </w:rPr>
              <w:t xml:space="preserve"> </w:t>
            </w:r>
            <w:r w:rsidRPr="00442563">
              <w:rPr>
                <w:rFonts w:ascii="Times New Roman" w:eastAsia="Calibri" w:hAnsi="Times New Roman"/>
                <w:b/>
                <w:bCs/>
              </w:rPr>
              <w:t>kaardirakendusest)</w:t>
            </w:r>
          </w:p>
          <w:p w14:paraId="6F039A86" w14:textId="77777777" w:rsidR="00442563" w:rsidRPr="00054710" w:rsidRDefault="00442563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964"/>
            </w:tblGrid>
            <w:tr w:rsidR="00442563" w:rsidRPr="00054710" w14:paraId="028D47B1" w14:textId="77777777" w:rsidTr="008B36B1">
              <w:trPr>
                <w:trHeight w:val="312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6CC5FD24" w14:textId="77777777" w:rsidR="00442563" w:rsidRPr="00054710" w:rsidRDefault="00442563" w:rsidP="00442563">
                  <w:pPr>
                    <w:jc w:val="both"/>
                    <w:rPr>
                      <w:rFonts w:ascii="Times New Roman" w:eastAsia="Calibri" w:hAnsi="Times New Roman"/>
                      <w:bCs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Number ja nimetus: </w:t>
                  </w:r>
                  <w:r w:rsidRPr="00054710">
                    <w:rPr>
                      <w:rFonts w:ascii="Calibri" w:eastAsia="Calibri" w:hAnsi="Calibri"/>
                      <w:sz w:val="22"/>
                      <w:szCs w:val="22"/>
                      <w:lang w:val="et-EE"/>
                    </w:rPr>
                    <w:t xml:space="preserve"> </w:t>
                  </w:r>
                  <w:r>
                    <w:t xml:space="preserve"> </w:t>
                  </w:r>
                  <w:r w:rsidRPr="00442563">
                    <w:rPr>
                      <w:rFonts w:ascii="Times New Roman" w:eastAsia="Calibri" w:hAnsi="Times New Roman"/>
                      <w:bCs/>
                      <w:lang w:val="et-EE"/>
                    </w:rPr>
                    <w:t>25196 Mehka-Saru tee</w:t>
                  </w:r>
                </w:p>
              </w:tc>
            </w:tr>
            <w:tr w:rsidR="00442563" w:rsidRPr="00054710" w14:paraId="1118A4E7" w14:textId="77777777" w:rsidTr="008B36B1">
              <w:trPr>
                <w:trHeight w:val="415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0103FD4A" w14:textId="51E9858C" w:rsidR="00442563" w:rsidRPr="00054710" w:rsidRDefault="00442563" w:rsidP="00442563">
                  <w:pPr>
                    <w:jc w:val="both"/>
                    <w:rPr>
                      <w:rFonts w:ascii="Times New Roman" w:eastAsia="Calibri" w:hAnsi="Times New Roman"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Katastritunnus: </w:t>
                  </w:r>
                  <w:r w:rsidRPr="00054710">
                    <w:rPr>
                      <w:rFonts w:ascii="Calibri" w:eastAsia="Calibri" w:hAnsi="Calibri"/>
                      <w:sz w:val="22"/>
                      <w:szCs w:val="22"/>
                      <w:lang w:val="et-EE"/>
                    </w:rPr>
                    <w:t xml:space="preserve"> </w:t>
                  </w:r>
                  <w:r>
                    <w:t xml:space="preserve"> </w:t>
                  </w:r>
                  <w:r w:rsidR="00714ED7" w:rsidRPr="00714ED7">
                    <w:rPr>
                      <w:rFonts w:ascii="Times New Roman" w:eastAsia="Calibri" w:hAnsi="Times New Roman"/>
                      <w:bCs/>
                      <w:lang w:val="et-EE"/>
                    </w:rPr>
                    <w:t>69801:001:0566</w:t>
                  </w:r>
                </w:p>
              </w:tc>
            </w:tr>
            <w:tr w:rsidR="00442563" w:rsidRPr="00054710" w14:paraId="7CA4B604" w14:textId="77777777" w:rsidTr="008B36B1">
              <w:trPr>
                <w:trHeight w:val="378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797AF20C" w14:textId="4B7703FE" w:rsidR="00442563" w:rsidRPr="00054710" w:rsidRDefault="00442563" w:rsidP="00442563">
                  <w:pPr>
                    <w:jc w:val="both"/>
                    <w:rPr>
                      <w:rFonts w:ascii="Times New Roman" w:eastAsia="Calibri" w:hAnsi="Times New Roman"/>
                      <w:bCs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Kinnistu registriosa number: </w:t>
                  </w:r>
                  <w:r w:rsidRPr="00054710">
                    <w:rPr>
                      <w:rFonts w:ascii="Calibri" w:eastAsia="Calibri" w:hAnsi="Calibri"/>
                      <w:sz w:val="22"/>
                      <w:szCs w:val="22"/>
                      <w:lang w:val="et-EE"/>
                    </w:rPr>
                    <w:t xml:space="preserve"> </w:t>
                  </w:r>
                  <w:r>
                    <w:t xml:space="preserve"> </w:t>
                  </w:r>
                  <w:r w:rsidR="00714ED7" w:rsidRPr="00714ED7">
                    <w:rPr>
                      <w:rFonts w:ascii="Times New Roman" w:eastAsia="Calibri" w:hAnsi="Times New Roman"/>
                      <w:bCs/>
                      <w:lang w:val="et-EE"/>
                    </w:rPr>
                    <w:t>26256750</w:t>
                  </w:r>
                </w:p>
              </w:tc>
            </w:tr>
            <w:tr w:rsidR="00442563" w:rsidRPr="00054710" w14:paraId="33E54C25" w14:textId="77777777" w:rsidTr="008B36B1">
              <w:trPr>
                <w:trHeight w:val="378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55E7AD04" w14:textId="3A2E27D6" w:rsidR="00442563" w:rsidRPr="00054710" w:rsidRDefault="00442563" w:rsidP="00442563">
                  <w:pPr>
                    <w:jc w:val="both"/>
                    <w:rPr>
                      <w:rFonts w:ascii="Times New Roman" w:eastAsia="Calibri" w:hAnsi="Times New Roman"/>
                      <w:bCs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Riigi kinnisvararegistri objekti kood: </w:t>
                  </w:r>
                  <w:r w:rsidRPr="00054710">
                    <w:rPr>
                      <w:rFonts w:ascii="Times New Roman" w:eastAsia="Calibri" w:hAnsi="Times New Roman"/>
                      <w:bCs/>
                      <w:sz w:val="22"/>
                      <w:szCs w:val="22"/>
                      <w:lang w:val="et-EE"/>
                    </w:rPr>
                    <w:t xml:space="preserve"> </w:t>
                  </w:r>
                  <w:r>
                    <w:t xml:space="preserve"> </w:t>
                  </w:r>
                  <w:r w:rsidR="00714ED7" w:rsidRPr="00714ED7">
                    <w:rPr>
                      <w:rFonts w:ascii="Times New Roman" w:eastAsia="Calibri" w:hAnsi="Times New Roman"/>
                      <w:bCs/>
                      <w:lang w:val="et-EE"/>
                    </w:rPr>
                    <w:t>KV117402</w:t>
                  </w:r>
                </w:p>
              </w:tc>
            </w:tr>
            <w:tr w:rsidR="00442563" w:rsidRPr="00054710" w14:paraId="101E8E85" w14:textId="77777777" w:rsidTr="008B36B1">
              <w:trPr>
                <w:trHeight w:val="453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7EA6EB2C" w14:textId="77777777" w:rsidR="00442563" w:rsidRPr="00054710" w:rsidRDefault="00442563" w:rsidP="00442563">
                  <w:pPr>
                    <w:jc w:val="both"/>
                    <w:rPr>
                      <w:rFonts w:ascii="Times New Roman" w:eastAsia="Calibri" w:hAnsi="Times New Roman"/>
                      <w:bCs/>
                      <w:u w:val="single"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u w:val="single"/>
                      <w:lang w:val="et-EE"/>
                    </w:rPr>
                    <w:t xml:space="preserve">Kasutusõiguse sisu:  </w:t>
                  </w:r>
                </w:p>
                <w:p w14:paraId="6498FEFA" w14:textId="77777777" w:rsidR="00442563" w:rsidRPr="00054710" w:rsidRDefault="00442563" w:rsidP="00442563">
                  <w:pPr>
                    <w:jc w:val="both"/>
                    <w:rPr>
                      <w:rFonts w:ascii="Times New Roman" w:eastAsia="Calibri" w:hAnsi="Times New Roman"/>
                      <w:bCs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>Elektrimaakaabelliini rajamiseks</w:t>
                  </w:r>
                </w:p>
                <w:p w14:paraId="5C7AB0BC" w14:textId="77777777" w:rsidR="00442563" w:rsidRPr="00054710" w:rsidRDefault="00442563" w:rsidP="00442563">
                  <w:pPr>
                    <w:jc w:val="both"/>
                    <w:rPr>
                      <w:rFonts w:ascii="Times New Roman" w:eastAsia="Calibri" w:hAnsi="Times New Roman"/>
                      <w:bCs/>
                      <w:color w:val="000000"/>
                      <w:spacing w:val="2"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Ruumikuju andmed: </w:t>
                  </w:r>
                </w:p>
                <w:p w14:paraId="69DAF60F" w14:textId="5EB34082" w:rsidR="00442563" w:rsidRPr="00054710" w:rsidRDefault="00442563" w:rsidP="00442563">
                  <w:pPr>
                    <w:spacing w:after="200"/>
                    <w:jc w:val="both"/>
                    <w:rPr>
                      <w:rFonts w:ascii="Times New Roman" w:eastAsia="Calibri" w:hAnsi="Times New Roman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>PARI ID</w:t>
                  </w:r>
                  <w:r w:rsidR="00714ED7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 </w:t>
                  </w:r>
                  <w:r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– </w:t>
                  </w:r>
                  <w:r w:rsidR="00714ED7" w:rsidRPr="00714ED7">
                    <w:rPr>
                      <w:rFonts w:ascii="Times New Roman" w:eastAsia="Calibri" w:hAnsi="Times New Roman"/>
                      <w:bCs/>
                      <w:color w:val="000000"/>
                      <w:spacing w:val="2"/>
                      <w:lang w:val="et-EE"/>
                    </w:rPr>
                    <w:t>1070453</w:t>
                  </w:r>
                  <w:r w:rsidR="00714ED7">
                    <w:rPr>
                      <w:rFonts w:ascii="Times New Roman" w:eastAsia="Calibri" w:hAnsi="Times New Roman"/>
                      <w:bCs/>
                      <w:color w:val="000000"/>
                      <w:spacing w:val="2"/>
                      <w:lang w:val="et-EE"/>
                    </w:rPr>
                    <w:t xml:space="preserve"> </w:t>
                  </w:r>
                  <w:hyperlink r:id="rId15" w:history="1">
                    <w:r w:rsidR="00714ED7" w:rsidRPr="00CC3AB7">
                      <w:rPr>
                        <w:rStyle w:val="Hyperlink"/>
                        <w:rFonts w:ascii="Times New Roman" w:hAnsi="Times New Roman"/>
                      </w:rPr>
                      <w:t>https://pari.kataster.ee/magic-link/fb29cc43-dc8a-45bb-af36-95f8542186f5</w:t>
                    </w:r>
                  </w:hyperlink>
                  <w:r w:rsidR="00714ED7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</w:tr>
          </w:tbl>
          <w:p w14:paraId="784C08AD" w14:textId="77777777" w:rsidR="00442563" w:rsidRPr="00054710" w:rsidRDefault="00442563" w:rsidP="00054710">
            <w:pPr>
              <w:jc w:val="both"/>
              <w:rPr>
                <w:rFonts w:ascii="Times New Roman" w:eastAsia="Calibri" w:hAnsi="Times New Roman"/>
                <w:bCs/>
                <w:u w:val="single"/>
                <w:lang w:val="et-EE"/>
              </w:rPr>
            </w:pPr>
          </w:p>
        </w:tc>
      </w:tr>
      <w:tr w:rsidR="00714ED7" w:rsidRPr="00054710" w14:paraId="5748672E" w14:textId="77777777" w:rsidTr="00A7579D">
        <w:trPr>
          <w:trHeight w:val="453"/>
        </w:trPr>
        <w:tc>
          <w:tcPr>
            <w:tcW w:w="3098" w:type="dxa"/>
            <w:tcBorders>
              <w:left w:val="single" w:sz="4" w:space="0" w:color="auto"/>
              <w:right w:val="single" w:sz="4" w:space="0" w:color="auto"/>
            </w:tcBorders>
          </w:tcPr>
          <w:p w14:paraId="547B043D" w14:textId="4CA910BA" w:rsidR="00714ED7" w:rsidRPr="00714ED7" w:rsidRDefault="00714ED7" w:rsidP="00714ED7">
            <w:pPr>
              <w:pStyle w:val="ListParagraph"/>
              <w:numPr>
                <w:ilvl w:val="0"/>
                <w:numId w:val="38"/>
              </w:numPr>
              <w:spacing w:after="200"/>
              <w:rPr>
                <w:rFonts w:ascii="Times New Roman" w:eastAsia="Calibri" w:hAnsi="Times New Roman"/>
                <w:b/>
                <w:bCs/>
              </w:rPr>
            </w:pPr>
            <w:r w:rsidRPr="00714ED7">
              <w:rPr>
                <w:rFonts w:ascii="Times New Roman" w:eastAsia="Calibri" w:hAnsi="Times New Roman"/>
                <w:b/>
                <w:bCs/>
              </w:rPr>
              <w:t>KOORMATAVA RIIGIMAA ANDMED (info RKVRist ja Maa-ameti kaardirakendusest)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964"/>
            </w:tblGrid>
            <w:tr w:rsidR="00714ED7" w:rsidRPr="00054710" w14:paraId="24D72FF6" w14:textId="77777777" w:rsidTr="008B36B1">
              <w:trPr>
                <w:trHeight w:val="312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0A24121A" w14:textId="7A3DE1F3" w:rsidR="00714ED7" w:rsidRPr="00054710" w:rsidRDefault="00714ED7" w:rsidP="00714ED7">
                  <w:pPr>
                    <w:jc w:val="both"/>
                    <w:rPr>
                      <w:rFonts w:ascii="Times New Roman" w:eastAsia="Calibri" w:hAnsi="Times New Roman"/>
                      <w:bCs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Number ja nimetus: </w:t>
                  </w:r>
                  <w:r w:rsidRPr="00054710">
                    <w:rPr>
                      <w:rFonts w:ascii="Calibri" w:eastAsia="Calibri" w:hAnsi="Calibri"/>
                      <w:sz w:val="22"/>
                      <w:szCs w:val="22"/>
                      <w:lang w:val="et-EE"/>
                    </w:rPr>
                    <w:t xml:space="preserve"> </w:t>
                  </w:r>
                  <w:r>
                    <w:t xml:space="preserve"> </w:t>
                  </w:r>
                  <w:r w:rsidRPr="00714ED7">
                    <w:rPr>
                      <w:rFonts w:ascii="Times New Roman" w:eastAsia="Calibri" w:hAnsi="Times New Roman"/>
                      <w:bCs/>
                    </w:rPr>
                    <w:t>25217 Tursa tee</w:t>
                  </w:r>
                </w:p>
              </w:tc>
            </w:tr>
            <w:tr w:rsidR="00714ED7" w:rsidRPr="00054710" w14:paraId="35772D26" w14:textId="77777777" w:rsidTr="008B36B1">
              <w:trPr>
                <w:trHeight w:val="415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6E57B2E7" w14:textId="5B8568F5" w:rsidR="00714ED7" w:rsidRPr="00054710" w:rsidRDefault="00714ED7" w:rsidP="00714ED7">
                  <w:pPr>
                    <w:jc w:val="both"/>
                    <w:rPr>
                      <w:rFonts w:ascii="Times New Roman" w:eastAsia="Calibri" w:hAnsi="Times New Roman"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Katastritunnus: </w:t>
                  </w:r>
                  <w:r w:rsidRPr="00054710">
                    <w:rPr>
                      <w:rFonts w:ascii="Calibri" w:eastAsia="Calibri" w:hAnsi="Calibri"/>
                      <w:sz w:val="22"/>
                      <w:szCs w:val="22"/>
                      <w:lang w:val="et-EE"/>
                    </w:rPr>
                    <w:t xml:space="preserve"> </w:t>
                  </w:r>
                  <w:r>
                    <w:t xml:space="preserve"> </w:t>
                  </w:r>
                  <w:r w:rsidRPr="00714ED7">
                    <w:rPr>
                      <w:rFonts w:ascii="Times New Roman" w:eastAsia="Calibri" w:hAnsi="Times New Roman"/>
                      <w:bCs/>
                      <w:lang w:val="et-EE"/>
                    </w:rPr>
                    <w:t>49301:003:1150</w:t>
                  </w:r>
                </w:p>
              </w:tc>
            </w:tr>
            <w:tr w:rsidR="00714ED7" w:rsidRPr="00054710" w14:paraId="37DA0772" w14:textId="77777777" w:rsidTr="008B36B1">
              <w:trPr>
                <w:trHeight w:val="378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380BCD91" w14:textId="0B2AE6E0" w:rsidR="00714ED7" w:rsidRPr="00054710" w:rsidRDefault="00714ED7" w:rsidP="00714ED7">
                  <w:pPr>
                    <w:jc w:val="both"/>
                    <w:rPr>
                      <w:rFonts w:ascii="Times New Roman" w:eastAsia="Calibri" w:hAnsi="Times New Roman"/>
                      <w:bCs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Kinnistu registriosa number: </w:t>
                  </w:r>
                  <w:r w:rsidRPr="00054710">
                    <w:rPr>
                      <w:rFonts w:ascii="Calibri" w:eastAsia="Calibri" w:hAnsi="Calibri"/>
                      <w:sz w:val="22"/>
                      <w:szCs w:val="22"/>
                      <w:lang w:val="et-EE"/>
                    </w:rPr>
                    <w:t xml:space="preserve"> </w:t>
                  </w:r>
                  <w:r>
                    <w:t xml:space="preserve"> </w:t>
                  </w:r>
                  <w:r w:rsidRPr="00714ED7">
                    <w:rPr>
                      <w:rFonts w:ascii="Times New Roman" w:eastAsia="Calibri" w:hAnsi="Times New Roman"/>
                      <w:bCs/>
                      <w:lang w:val="et-EE"/>
                    </w:rPr>
                    <w:t>7769550</w:t>
                  </w:r>
                </w:p>
              </w:tc>
            </w:tr>
            <w:tr w:rsidR="00714ED7" w:rsidRPr="00054710" w14:paraId="71381C5E" w14:textId="77777777" w:rsidTr="008B36B1">
              <w:trPr>
                <w:trHeight w:val="378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425C7D1A" w14:textId="67C182FA" w:rsidR="00714ED7" w:rsidRPr="00054710" w:rsidRDefault="00714ED7" w:rsidP="00714ED7">
                  <w:pPr>
                    <w:jc w:val="both"/>
                    <w:rPr>
                      <w:rFonts w:ascii="Times New Roman" w:eastAsia="Calibri" w:hAnsi="Times New Roman"/>
                      <w:bCs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Riigi kinnisvararegistri objekti kood: </w:t>
                  </w:r>
                  <w:r w:rsidRPr="00054710">
                    <w:rPr>
                      <w:rFonts w:ascii="Times New Roman" w:eastAsia="Calibri" w:hAnsi="Times New Roman"/>
                      <w:bCs/>
                      <w:sz w:val="22"/>
                      <w:szCs w:val="22"/>
                      <w:lang w:val="et-EE"/>
                    </w:rPr>
                    <w:t xml:space="preserve"> </w:t>
                  </w:r>
                  <w:r>
                    <w:t xml:space="preserve"> </w:t>
                  </w:r>
                  <w:r w:rsidRPr="00714ED7">
                    <w:rPr>
                      <w:rFonts w:ascii="Times New Roman" w:eastAsia="Calibri" w:hAnsi="Times New Roman"/>
                      <w:bCs/>
                      <w:lang w:val="et-EE"/>
                    </w:rPr>
                    <w:t>KV7043</w:t>
                  </w:r>
                </w:p>
              </w:tc>
            </w:tr>
            <w:tr w:rsidR="00714ED7" w:rsidRPr="00054710" w14:paraId="62559EBD" w14:textId="77777777" w:rsidTr="008B36B1">
              <w:trPr>
                <w:trHeight w:val="453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10A53EC2" w14:textId="77777777" w:rsidR="00714ED7" w:rsidRPr="00054710" w:rsidRDefault="00714ED7" w:rsidP="00714ED7">
                  <w:pPr>
                    <w:jc w:val="both"/>
                    <w:rPr>
                      <w:rFonts w:ascii="Times New Roman" w:eastAsia="Calibri" w:hAnsi="Times New Roman"/>
                      <w:bCs/>
                      <w:u w:val="single"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u w:val="single"/>
                      <w:lang w:val="et-EE"/>
                    </w:rPr>
                    <w:t xml:space="preserve">Kasutusõiguse sisu:  </w:t>
                  </w:r>
                </w:p>
                <w:p w14:paraId="2E654EA7" w14:textId="77777777" w:rsidR="00714ED7" w:rsidRPr="00054710" w:rsidRDefault="00714ED7" w:rsidP="00714ED7">
                  <w:pPr>
                    <w:jc w:val="both"/>
                    <w:rPr>
                      <w:rFonts w:ascii="Times New Roman" w:eastAsia="Calibri" w:hAnsi="Times New Roman"/>
                      <w:bCs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>Elektrimaakaabelliini rajamiseks</w:t>
                  </w:r>
                </w:p>
                <w:p w14:paraId="7F871CA7" w14:textId="77777777" w:rsidR="00714ED7" w:rsidRPr="00054710" w:rsidRDefault="00714ED7" w:rsidP="00714ED7">
                  <w:pPr>
                    <w:jc w:val="both"/>
                    <w:rPr>
                      <w:rFonts w:ascii="Times New Roman" w:eastAsia="Calibri" w:hAnsi="Times New Roman"/>
                      <w:bCs/>
                      <w:color w:val="000000"/>
                      <w:spacing w:val="2"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Ruumikuju andmed: </w:t>
                  </w:r>
                </w:p>
                <w:p w14:paraId="7D633783" w14:textId="1F12D569" w:rsidR="00714ED7" w:rsidRPr="00054710" w:rsidRDefault="00714ED7" w:rsidP="00714ED7">
                  <w:pPr>
                    <w:spacing w:after="200"/>
                    <w:jc w:val="both"/>
                    <w:rPr>
                      <w:rFonts w:ascii="Times New Roman" w:eastAsia="Calibri" w:hAnsi="Times New Roman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>PARI ID</w:t>
                  </w:r>
                  <w:r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 </w:t>
                  </w:r>
                  <w:r w:rsidR="00222BEB">
                    <w:rPr>
                      <w:rFonts w:ascii="Times New Roman" w:eastAsia="Calibri" w:hAnsi="Times New Roman"/>
                      <w:bCs/>
                      <w:lang w:val="et-EE"/>
                    </w:rPr>
                    <w:t>POS 1, POS 2</w:t>
                  </w:r>
                  <w:r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– </w:t>
                  </w:r>
                  <w:r w:rsidRPr="00714ED7">
                    <w:rPr>
                      <w:rFonts w:ascii="Times New Roman" w:eastAsia="Calibri" w:hAnsi="Times New Roman"/>
                      <w:bCs/>
                      <w:color w:val="000000"/>
                      <w:spacing w:val="2"/>
                      <w:lang w:val="et-EE"/>
                    </w:rPr>
                    <w:t>1070410</w:t>
                  </w:r>
                  <w:r>
                    <w:rPr>
                      <w:rFonts w:ascii="Times New Roman" w:eastAsia="Calibri" w:hAnsi="Times New Roman"/>
                      <w:bCs/>
                      <w:color w:val="000000"/>
                      <w:spacing w:val="2"/>
                      <w:lang w:val="et-EE"/>
                    </w:rPr>
                    <w:t xml:space="preserve"> </w:t>
                  </w:r>
                  <w:hyperlink r:id="rId16" w:history="1">
                    <w:r w:rsidRPr="00DE5C96">
                      <w:rPr>
                        <w:rStyle w:val="Hyperlink"/>
                        <w:rFonts w:ascii="Times New Roman" w:hAnsi="Times New Roman"/>
                      </w:rPr>
                      <w:t>https://pari.kataster.ee/magic-link/fcbe2ce1-6a86-4332-b00a-1d6b7e399e8a</w:t>
                    </w:r>
                  </w:hyperlink>
                  <w:r>
                    <w:rPr>
                      <w:rFonts w:ascii="Times New Roman" w:hAnsi="Times New Roman"/>
                    </w:rPr>
                    <w:t xml:space="preserve">  </w:t>
                  </w:r>
                </w:p>
              </w:tc>
            </w:tr>
          </w:tbl>
          <w:p w14:paraId="0E5E6B55" w14:textId="77777777" w:rsidR="00714ED7" w:rsidRPr="00054710" w:rsidRDefault="00714ED7" w:rsidP="00442563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</w:p>
        </w:tc>
      </w:tr>
      <w:tr w:rsidR="00714ED7" w:rsidRPr="00054710" w14:paraId="76F0F66D" w14:textId="77777777" w:rsidTr="00A7579D">
        <w:trPr>
          <w:trHeight w:val="453"/>
        </w:trPr>
        <w:tc>
          <w:tcPr>
            <w:tcW w:w="3098" w:type="dxa"/>
            <w:tcBorders>
              <w:left w:val="single" w:sz="4" w:space="0" w:color="auto"/>
              <w:right w:val="single" w:sz="4" w:space="0" w:color="auto"/>
            </w:tcBorders>
          </w:tcPr>
          <w:p w14:paraId="3AFE3F1B" w14:textId="10B3B2EB" w:rsidR="00714ED7" w:rsidRPr="00714ED7" w:rsidRDefault="00714ED7" w:rsidP="00714ED7">
            <w:pPr>
              <w:pStyle w:val="ListParagraph"/>
              <w:numPr>
                <w:ilvl w:val="0"/>
                <w:numId w:val="38"/>
              </w:numPr>
              <w:spacing w:after="200"/>
              <w:rPr>
                <w:rFonts w:ascii="Times New Roman" w:eastAsia="Calibri" w:hAnsi="Times New Roman"/>
                <w:b/>
                <w:bCs/>
              </w:rPr>
            </w:pPr>
            <w:r w:rsidRPr="00714ED7">
              <w:rPr>
                <w:rFonts w:ascii="Times New Roman" w:eastAsia="Calibri" w:hAnsi="Times New Roman"/>
                <w:b/>
                <w:bCs/>
              </w:rPr>
              <w:t>KOORMATAVA RIIGIMAA ANDMED (info RKVRist ja Maa-ameti kaardirakendusest)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964"/>
            </w:tblGrid>
            <w:tr w:rsidR="00714ED7" w:rsidRPr="00054710" w14:paraId="037365F8" w14:textId="77777777" w:rsidTr="008B36B1">
              <w:trPr>
                <w:trHeight w:val="312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5CF022C9" w14:textId="4798BED0" w:rsidR="00714ED7" w:rsidRPr="00054710" w:rsidRDefault="00714ED7" w:rsidP="00714ED7">
                  <w:pPr>
                    <w:jc w:val="both"/>
                    <w:rPr>
                      <w:rFonts w:ascii="Times New Roman" w:eastAsia="Calibri" w:hAnsi="Times New Roman"/>
                      <w:bCs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Number ja nimetus: </w:t>
                  </w:r>
                  <w:r w:rsidRPr="00054710">
                    <w:rPr>
                      <w:rFonts w:ascii="Calibri" w:eastAsia="Calibri" w:hAnsi="Calibri"/>
                      <w:sz w:val="22"/>
                      <w:szCs w:val="22"/>
                      <w:lang w:val="et-EE"/>
                    </w:rPr>
                    <w:t xml:space="preserve"> </w:t>
                  </w:r>
                  <w:r>
                    <w:t xml:space="preserve"> </w:t>
                  </w:r>
                  <w:r w:rsidR="00592265" w:rsidRPr="00592265">
                    <w:rPr>
                      <w:rFonts w:ascii="Times New Roman" w:eastAsia="Calibri" w:hAnsi="Times New Roman"/>
                      <w:bCs/>
                    </w:rPr>
                    <w:t>25199 Mõniste-Tiitsa-Karisöödi tee</w:t>
                  </w:r>
                </w:p>
              </w:tc>
            </w:tr>
            <w:tr w:rsidR="00714ED7" w:rsidRPr="00054710" w14:paraId="25D481BB" w14:textId="77777777" w:rsidTr="008B36B1">
              <w:trPr>
                <w:trHeight w:val="415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7D1B929D" w14:textId="14D5D5D8" w:rsidR="00714ED7" w:rsidRPr="00054710" w:rsidRDefault="00714ED7" w:rsidP="00714ED7">
                  <w:pPr>
                    <w:jc w:val="both"/>
                    <w:rPr>
                      <w:rFonts w:ascii="Times New Roman" w:eastAsia="Calibri" w:hAnsi="Times New Roman"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Katastritunnus: </w:t>
                  </w:r>
                  <w:r w:rsidRPr="00054710">
                    <w:rPr>
                      <w:rFonts w:ascii="Calibri" w:eastAsia="Calibri" w:hAnsi="Calibri"/>
                      <w:sz w:val="22"/>
                      <w:szCs w:val="22"/>
                      <w:lang w:val="et-EE"/>
                    </w:rPr>
                    <w:t xml:space="preserve"> </w:t>
                  </w:r>
                  <w:r>
                    <w:t xml:space="preserve"> </w:t>
                  </w:r>
                  <w:r w:rsidR="0077553F" w:rsidRPr="0077553F">
                    <w:rPr>
                      <w:rFonts w:ascii="Times New Roman" w:eastAsia="Calibri" w:hAnsi="Times New Roman"/>
                      <w:bCs/>
                      <w:lang w:val="et-EE"/>
                    </w:rPr>
                    <w:t>49301:003:0011</w:t>
                  </w:r>
                </w:p>
              </w:tc>
            </w:tr>
            <w:tr w:rsidR="00714ED7" w:rsidRPr="00054710" w14:paraId="5B87FF66" w14:textId="77777777" w:rsidTr="008B36B1">
              <w:trPr>
                <w:trHeight w:val="378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64819D9A" w14:textId="3FAD4268" w:rsidR="00714ED7" w:rsidRPr="00054710" w:rsidRDefault="00714ED7" w:rsidP="00714ED7">
                  <w:pPr>
                    <w:jc w:val="both"/>
                    <w:rPr>
                      <w:rFonts w:ascii="Times New Roman" w:eastAsia="Calibri" w:hAnsi="Times New Roman"/>
                      <w:bCs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Kinnistu registriosa number: </w:t>
                  </w:r>
                  <w:r w:rsidRPr="00054710">
                    <w:rPr>
                      <w:rFonts w:ascii="Calibri" w:eastAsia="Calibri" w:hAnsi="Calibri"/>
                      <w:sz w:val="22"/>
                      <w:szCs w:val="22"/>
                      <w:lang w:val="et-EE"/>
                    </w:rPr>
                    <w:t xml:space="preserve"> </w:t>
                  </w:r>
                  <w:r>
                    <w:t xml:space="preserve"> </w:t>
                  </w:r>
                  <w:r w:rsidR="00592265" w:rsidRPr="00592265">
                    <w:rPr>
                      <w:rFonts w:ascii="Times New Roman" w:eastAsia="Calibri" w:hAnsi="Times New Roman"/>
                      <w:bCs/>
                      <w:lang w:val="et-EE"/>
                    </w:rPr>
                    <w:t>8284250</w:t>
                  </w:r>
                </w:p>
              </w:tc>
            </w:tr>
            <w:tr w:rsidR="00714ED7" w:rsidRPr="00054710" w14:paraId="2B60471E" w14:textId="77777777" w:rsidTr="008B36B1">
              <w:trPr>
                <w:trHeight w:val="378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0B5DDFD3" w14:textId="4053BDC4" w:rsidR="00714ED7" w:rsidRPr="00054710" w:rsidRDefault="00714ED7" w:rsidP="00714ED7">
                  <w:pPr>
                    <w:jc w:val="both"/>
                    <w:rPr>
                      <w:rFonts w:ascii="Times New Roman" w:eastAsia="Calibri" w:hAnsi="Times New Roman"/>
                      <w:bCs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Riigi kinnisvararegistri objekti kood: </w:t>
                  </w:r>
                  <w:r w:rsidRPr="00054710">
                    <w:rPr>
                      <w:rFonts w:ascii="Times New Roman" w:eastAsia="Calibri" w:hAnsi="Times New Roman"/>
                      <w:bCs/>
                      <w:sz w:val="22"/>
                      <w:szCs w:val="22"/>
                      <w:lang w:val="et-EE"/>
                    </w:rPr>
                    <w:t xml:space="preserve"> </w:t>
                  </w:r>
                  <w:r>
                    <w:t xml:space="preserve"> </w:t>
                  </w:r>
                  <w:r w:rsidR="00592265" w:rsidRPr="00592265">
                    <w:rPr>
                      <w:rFonts w:ascii="Times New Roman" w:eastAsia="Calibri" w:hAnsi="Times New Roman"/>
                      <w:bCs/>
                      <w:lang w:val="et-EE"/>
                    </w:rPr>
                    <w:t>KV72437</w:t>
                  </w:r>
                </w:p>
              </w:tc>
            </w:tr>
            <w:tr w:rsidR="00714ED7" w:rsidRPr="00054710" w14:paraId="1ECA210E" w14:textId="77777777" w:rsidTr="008B36B1">
              <w:trPr>
                <w:trHeight w:val="453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27951CD9" w14:textId="77777777" w:rsidR="00714ED7" w:rsidRPr="00054710" w:rsidRDefault="00714ED7" w:rsidP="00714ED7">
                  <w:pPr>
                    <w:jc w:val="both"/>
                    <w:rPr>
                      <w:rFonts w:ascii="Times New Roman" w:eastAsia="Calibri" w:hAnsi="Times New Roman"/>
                      <w:bCs/>
                      <w:u w:val="single"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u w:val="single"/>
                      <w:lang w:val="et-EE"/>
                    </w:rPr>
                    <w:t xml:space="preserve">Kasutusõiguse sisu:  </w:t>
                  </w:r>
                </w:p>
                <w:p w14:paraId="1E80673B" w14:textId="77777777" w:rsidR="00714ED7" w:rsidRPr="00054710" w:rsidRDefault="00714ED7" w:rsidP="00714ED7">
                  <w:pPr>
                    <w:jc w:val="both"/>
                    <w:rPr>
                      <w:rFonts w:ascii="Times New Roman" w:eastAsia="Calibri" w:hAnsi="Times New Roman"/>
                      <w:bCs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>Elektrimaakaabelliini rajamiseks</w:t>
                  </w:r>
                </w:p>
                <w:p w14:paraId="3F051754" w14:textId="77777777" w:rsidR="00714ED7" w:rsidRPr="00054710" w:rsidRDefault="00714ED7" w:rsidP="00714ED7">
                  <w:pPr>
                    <w:jc w:val="both"/>
                    <w:rPr>
                      <w:rFonts w:ascii="Times New Roman" w:eastAsia="Calibri" w:hAnsi="Times New Roman"/>
                      <w:bCs/>
                      <w:color w:val="000000"/>
                      <w:spacing w:val="2"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Ruumikuju andmed: </w:t>
                  </w:r>
                </w:p>
                <w:p w14:paraId="415CC3A3" w14:textId="04FA62D9" w:rsidR="00714ED7" w:rsidRPr="00054710" w:rsidRDefault="00714ED7" w:rsidP="00714ED7">
                  <w:pPr>
                    <w:spacing w:after="200"/>
                    <w:jc w:val="both"/>
                    <w:rPr>
                      <w:rFonts w:ascii="Times New Roman" w:eastAsia="Calibri" w:hAnsi="Times New Roman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>PARI ID</w:t>
                  </w:r>
                  <w:r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 </w:t>
                  </w:r>
                  <w:r w:rsidR="00512DE7">
                    <w:rPr>
                      <w:rFonts w:ascii="Times New Roman" w:eastAsia="Calibri" w:hAnsi="Times New Roman"/>
                      <w:bCs/>
                      <w:lang w:val="et-EE"/>
                    </w:rPr>
                    <w:t>POS 1, POS 2, POS 3, POS 4, POS 5, POS 6, POS 7, POS 8, POS 9</w:t>
                  </w:r>
                  <w:r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– </w:t>
                  </w:r>
                  <w:r w:rsidR="007C318F" w:rsidRPr="007C318F">
                    <w:rPr>
                      <w:rFonts w:ascii="Times New Roman" w:eastAsia="Calibri" w:hAnsi="Times New Roman"/>
                      <w:bCs/>
                      <w:color w:val="000000"/>
                      <w:spacing w:val="2"/>
                      <w:lang w:val="et-EE"/>
                    </w:rPr>
                    <w:t>1070411</w:t>
                  </w:r>
                  <w:r w:rsidR="007C318F">
                    <w:rPr>
                      <w:rFonts w:ascii="Times New Roman" w:eastAsia="Calibri" w:hAnsi="Times New Roman"/>
                      <w:bCs/>
                      <w:color w:val="000000"/>
                      <w:spacing w:val="2"/>
                      <w:lang w:val="et-EE"/>
                    </w:rPr>
                    <w:t xml:space="preserve"> </w:t>
                  </w:r>
                  <w:hyperlink r:id="rId17" w:history="1">
                    <w:r w:rsidR="001C44BC" w:rsidRPr="001C44BC">
                      <w:rPr>
                        <w:rStyle w:val="Hyperlink"/>
                        <w:rFonts w:ascii="Times New Roman" w:hAnsi="Times New Roman"/>
                      </w:rPr>
                      <w:t>https://pari.kataster.ee/magic-link/819bdabf-5c68-4640-b15b-616fd034e949</w:t>
                    </w:r>
                  </w:hyperlink>
                  <w:r w:rsidR="001C44BC">
                    <w:t xml:space="preserve"> </w:t>
                  </w:r>
                </w:p>
              </w:tc>
            </w:tr>
          </w:tbl>
          <w:p w14:paraId="46C7B82A" w14:textId="77777777" w:rsidR="00714ED7" w:rsidRPr="00054710" w:rsidRDefault="00714ED7" w:rsidP="00714ED7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</w:p>
        </w:tc>
      </w:tr>
      <w:tr w:rsidR="00394FB4" w:rsidRPr="00054710" w14:paraId="77E264E9" w14:textId="77777777" w:rsidTr="00A7579D">
        <w:trPr>
          <w:trHeight w:val="453"/>
        </w:trPr>
        <w:tc>
          <w:tcPr>
            <w:tcW w:w="3098" w:type="dxa"/>
            <w:tcBorders>
              <w:left w:val="single" w:sz="4" w:space="0" w:color="auto"/>
              <w:right w:val="single" w:sz="4" w:space="0" w:color="auto"/>
            </w:tcBorders>
          </w:tcPr>
          <w:p w14:paraId="619C0467" w14:textId="76A9D63D" w:rsidR="00394FB4" w:rsidRPr="00714ED7" w:rsidRDefault="00394FB4" w:rsidP="00714ED7">
            <w:pPr>
              <w:pStyle w:val="ListParagraph"/>
              <w:numPr>
                <w:ilvl w:val="0"/>
                <w:numId w:val="38"/>
              </w:numPr>
              <w:spacing w:after="200"/>
              <w:rPr>
                <w:rFonts w:ascii="Times New Roman" w:eastAsia="Calibri" w:hAnsi="Times New Roman"/>
                <w:b/>
                <w:bCs/>
              </w:rPr>
            </w:pPr>
            <w:r w:rsidRPr="00714ED7">
              <w:rPr>
                <w:rFonts w:ascii="Times New Roman" w:eastAsia="Calibri" w:hAnsi="Times New Roman"/>
                <w:b/>
                <w:bCs/>
              </w:rPr>
              <w:t>KOORMATAVA RIIGIMAA ANDMED (info RKVRist ja Maa-</w:t>
            </w:r>
            <w:r w:rsidRPr="00714ED7">
              <w:rPr>
                <w:rFonts w:ascii="Times New Roman" w:eastAsia="Calibri" w:hAnsi="Times New Roman"/>
                <w:b/>
                <w:bCs/>
              </w:rPr>
              <w:lastRenderedPageBreak/>
              <w:t>ameti kaardirakendusest)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964"/>
            </w:tblGrid>
            <w:tr w:rsidR="00394FB4" w:rsidRPr="00054710" w14:paraId="1127B37A" w14:textId="77777777" w:rsidTr="00A53D26">
              <w:trPr>
                <w:trHeight w:val="312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5B8B7C2D" w14:textId="77777777" w:rsidR="00394FB4" w:rsidRPr="00054710" w:rsidRDefault="00394FB4" w:rsidP="00394FB4">
                  <w:pPr>
                    <w:jc w:val="both"/>
                    <w:rPr>
                      <w:rFonts w:ascii="Times New Roman" w:eastAsia="Calibri" w:hAnsi="Times New Roman"/>
                      <w:bCs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lastRenderedPageBreak/>
                    <w:t xml:space="preserve">Number ja nimetus: </w:t>
                  </w:r>
                  <w:r w:rsidRPr="00054710">
                    <w:rPr>
                      <w:rFonts w:ascii="Calibri" w:eastAsia="Calibri" w:hAnsi="Calibri"/>
                      <w:sz w:val="22"/>
                      <w:szCs w:val="22"/>
                      <w:lang w:val="et-EE"/>
                    </w:rPr>
                    <w:t xml:space="preserve"> </w:t>
                  </w:r>
                  <w:r>
                    <w:t xml:space="preserve"> </w:t>
                  </w:r>
                  <w:r w:rsidRPr="00592265">
                    <w:rPr>
                      <w:rFonts w:ascii="Times New Roman" w:eastAsia="Calibri" w:hAnsi="Times New Roman"/>
                      <w:bCs/>
                    </w:rPr>
                    <w:t>25199 Mõniste-Tiitsa-Karisöödi tee</w:t>
                  </w:r>
                </w:p>
              </w:tc>
            </w:tr>
            <w:tr w:rsidR="00394FB4" w:rsidRPr="00054710" w14:paraId="62184841" w14:textId="77777777" w:rsidTr="00A53D26">
              <w:trPr>
                <w:trHeight w:val="415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3B1CFCBA" w14:textId="7E9CAA30" w:rsidR="00394FB4" w:rsidRPr="00054710" w:rsidRDefault="00394FB4" w:rsidP="00394FB4">
                  <w:pPr>
                    <w:jc w:val="both"/>
                    <w:rPr>
                      <w:rFonts w:ascii="Times New Roman" w:eastAsia="Calibri" w:hAnsi="Times New Roman"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Katastritunnus: </w:t>
                  </w:r>
                  <w:r w:rsidRPr="00054710">
                    <w:rPr>
                      <w:rFonts w:ascii="Calibri" w:eastAsia="Calibri" w:hAnsi="Calibri"/>
                      <w:sz w:val="22"/>
                      <w:szCs w:val="22"/>
                      <w:lang w:val="et-EE"/>
                    </w:rPr>
                    <w:t xml:space="preserve"> </w:t>
                  </w:r>
                  <w:r>
                    <w:t xml:space="preserve"> </w:t>
                  </w:r>
                  <w:r w:rsidR="0058480A" w:rsidRPr="0058480A">
                    <w:rPr>
                      <w:rFonts w:ascii="Times New Roman" w:eastAsia="Calibri" w:hAnsi="Times New Roman"/>
                      <w:bCs/>
                      <w:lang w:val="et-EE"/>
                    </w:rPr>
                    <w:t>49301:003:0010</w:t>
                  </w:r>
                </w:p>
              </w:tc>
            </w:tr>
            <w:tr w:rsidR="00394FB4" w:rsidRPr="00054710" w14:paraId="7AEC4928" w14:textId="77777777" w:rsidTr="00A53D26">
              <w:trPr>
                <w:trHeight w:val="378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5898D9E7" w14:textId="1BED3A4B" w:rsidR="00394FB4" w:rsidRPr="00054710" w:rsidRDefault="00394FB4" w:rsidP="00394FB4">
                  <w:pPr>
                    <w:jc w:val="both"/>
                    <w:rPr>
                      <w:rFonts w:ascii="Times New Roman" w:eastAsia="Calibri" w:hAnsi="Times New Roman"/>
                      <w:bCs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Kinnistu registriosa number: </w:t>
                  </w:r>
                  <w:r w:rsidRPr="00054710">
                    <w:rPr>
                      <w:rFonts w:ascii="Calibri" w:eastAsia="Calibri" w:hAnsi="Calibri"/>
                      <w:sz w:val="22"/>
                      <w:szCs w:val="22"/>
                      <w:lang w:val="et-EE"/>
                    </w:rPr>
                    <w:t xml:space="preserve"> </w:t>
                  </w:r>
                  <w:r>
                    <w:t xml:space="preserve"> </w:t>
                  </w:r>
                  <w:r w:rsidR="003D3B87" w:rsidRPr="003D3B87">
                    <w:rPr>
                      <w:rFonts w:ascii="Times New Roman" w:eastAsia="Calibri" w:hAnsi="Times New Roman"/>
                      <w:bCs/>
                      <w:lang w:val="et-EE"/>
                    </w:rPr>
                    <w:t>8631350</w:t>
                  </w:r>
                </w:p>
              </w:tc>
            </w:tr>
            <w:tr w:rsidR="00394FB4" w:rsidRPr="00054710" w14:paraId="2F923098" w14:textId="77777777" w:rsidTr="00A53D26">
              <w:trPr>
                <w:trHeight w:val="378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55BF865B" w14:textId="72E53AD8" w:rsidR="00394FB4" w:rsidRPr="00054710" w:rsidRDefault="00394FB4" w:rsidP="00394FB4">
                  <w:pPr>
                    <w:jc w:val="both"/>
                    <w:rPr>
                      <w:rFonts w:ascii="Times New Roman" w:eastAsia="Calibri" w:hAnsi="Times New Roman"/>
                      <w:bCs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lastRenderedPageBreak/>
                    <w:t xml:space="preserve">Riigi kinnisvararegistri objekti kood: </w:t>
                  </w:r>
                  <w:r w:rsidRPr="00054710">
                    <w:rPr>
                      <w:rFonts w:ascii="Times New Roman" w:eastAsia="Calibri" w:hAnsi="Times New Roman"/>
                      <w:bCs/>
                      <w:sz w:val="22"/>
                      <w:szCs w:val="22"/>
                      <w:lang w:val="et-EE"/>
                    </w:rPr>
                    <w:t xml:space="preserve"> </w:t>
                  </w:r>
                  <w:r>
                    <w:t xml:space="preserve"> </w:t>
                  </w:r>
                  <w:r w:rsidR="003D3B87" w:rsidRPr="003D3B87">
                    <w:rPr>
                      <w:rFonts w:ascii="Times New Roman" w:eastAsia="Calibri" w:hAnsi="Times New Roman"/>
                      <w:bCs/>
                      <w:lang w:val="et-EE"/>
                    </w:rPr>
                    <w:t>KV72436</w:t>
                  </w:r>
                </w:p>
              </w:tc>
            </w:tr>
            <w:tr w:rsidR="00394FB4" w:rsidRPr="00054710" w14:paraId="4BDE70D3" w14:textId="77777777" w:rsidTr="00A53D26">
              <w:trPr>
                <w:trHeight w:val="453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165F0167" w14:textId="77777777" w:rsidR="00394FB4" w:rsidRPr="00054710" w:rsidRDefault="00394FB4" w:rsidP="00394FB4">
                  <w:pPr>
                    <w:jc w:val="both"/>
                    <w:rPr>
                      <w:rFonts w:ascii="Times New Roman" w:eastAsia="Calibri" w:hAnsi="Times New Roman"/>
                      <w:bCs/>
                      <w:u w:val="single"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u w:val="single"/>
                      <w:lang w:val="et-EE"/>
                    </w:rPr>
                    <w:t xml:space="preserve">Kasutusõiguse sisu:  </w:t>
                  </w:r>
                </w:p>
                <w:p w14:paraId="55C57926" w14:textId="77777777" w:rsidR="00394FB4" w:rsidRPr="00054710" w:rsidRDefault="00394FB4" w:rsidP="00394FB4">
                  <w:pPr>
                    <w:jc w:val="both"/>
                    <w:rPr>
                      <w:rFonts w:ascii="Times New Roman" w:eastAsia="Calibri" w:hAnsi="Times New Roman"/>
                      <w:bCs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>Elektrimaakaabelliini rajamiseks</w:t>
                  </w:r>
                </w:p>
                <w:p w14:paraId="13C59181" w14:textId="77777777" w:rsidR="00394FB4" w:rsidRPr="00054710" w:rsidRDefault="00394FB4" w:rsidP="00394FB4">
                  <w:pPr>
                    <w:jc w:val="both"/>
                    <w:rPr>
                      <w:rFonts w:ascii="Times New Roman" w:eastAsia="Calibri" w:hAnsi="Times New Roman"/>
                      <w:bCs/>
                      <w:color w:val="000000"/>
                      <w:spacing w:val="2"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Ruumikuju andmed: </w:t>
                  </w:r>
                </w:p>
                <w:p w14:paraId="1D6BCE84" w14:textId="5756CDB4" w:rsidR="00394FB4" w:rsidRPr="00054710" w:rsidRDefault="00394FB4" w:rsidP="00394FB4">
                  <w:pPr>
                    <w:spacing w:after="200"/>
                    <w:jc w:val="both"/>
                    <w:rPr>
                      <w:rFonts w:ascii="Times New Roman" w:eastAsia="Calibri" w:hAnsi="Times New Roman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>PARI ID</w:t>
                  </w:r>
                  <w:r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 </w:t>
                  </w:r>
                  <w:r w:rsidR="00C629C8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POS 1, POS 2 </w:t>
                  </w:r>
                  <w:r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– </w:t>
                  </w:r>
                  <w:r w:rsidR="00FD5DA9" w:rsidRPr="00FD5DA9">
                    <w:rPr>
                      <w:rFonts w:ascii="Times New Roman" w:eastAsia="Calibri" w:hAnsi="Times New Roman"/>
                      <w:bCs/>
                      <w:color w:val="000000"/>
                      <w:spacing w:val="2"/>
                      <w:lang w:val="et-EE"/>
                    </w:rPr>
                    <w:t>1070462</w:t>
                  </w:r>
                  <w:r w:rsidR="00FD5DA9">
                    <w:rPr>
                      <w:rFonts w:ascii="Times New Roman" w:eastAsia="Calibri" w:hAnsi="Times New Roman"/>
                      <w:bCs/>
                      <w:color w:val="000000"/>
                      <w:spacing w:val="2"/>
                      <w:lang w:val="et-EE"/>
                    </w:rPr>
                    <w:t xml:space="preserve"> </w:t>
                  </w:r>
                  <w:hyperlink r:id="rId18" w:history="1">
                    <w:r w:rsidR="000C1A23" w:rsidRPr="003331F8">
                      <w:rPr>
                        <w:rStyle w:val="Hyperlink"/>
                        <w:rFonts w:ascii="Times New Roman" w:hAnsi="Times New Roman"/>
                      </w:rPr>
                      <w:t>https://pari.kataster.ee/magic-link/29ff45d9-db4d-42a3-9fe2-82fe451a40ba</w:t>
                    </w:r>
                  </w:hyperlink>
                  <w:r w:rsidR="000C1A23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</w:tr>
          </w:tbl>
          <w:p w14:paraId="3961CC2B" w14:textId="77777777" w:rsidR="00394FB4" w:rsidRPr="00054710" w:rsidRDefault="00394FB4" w:rsidP="00714ED7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</w:p>
        </w:tc>
      </w:tr>
      <w:tr w:rsidR="00C629C8" w:rsidRPr="00054710" w14:paraId="7952EEDF" w14:textId="77777777" w:rsidTr="00A7579D">
        <w:trPr>
          <w:trHeight w:val="453"/>
        </w:trPr>
        <w:tc>
          <w:tcPr>
            <w:tcW w:w="3098" w:type="dxa"/>
            <w:tcBorders>
              <w:left w:val="single" w:sz="4" w:space="0" w:color="auto"/>
              <w:right w:val="single" w:sz="4" w:space="0" w:color="auto"/>
            </w:tcBorders>
          </w:tcPr>
          <w:p w14:paraId="293F90F0" w14:textId="68B8B9FD" w:rsidR="00C629C8" w:rsidRPr="00714ED7" w:rsidRDefault="00C629C8" w:rsidP="00714ED7">
            <w:pPr>
              <w:pStyle w:val="ListParagraph"/>
              <w:numPr>
                <w:ilvl w:val="0"/>
                <w:numId w:val="38"/>
              </w:numPr>
              <w:spacing w:after="200"/>
              <w:rPr>
                <w:rFonts w:ascii="Times New Roman" w:eastAsia="Calibri" w:hAnsi="Times New Roman"/>
                <w:b/>
                <w:bCs/>
              </w:rPr>
            </w:pPr>
            <w:r w:rsidRPr="00714ED7">
              <w:rPr>
                <w:rFonts w:ascii="Times New Roman" w:eastAsia="Calibri" w:hAnsi="Times New Roman"/>
                <w:b/>
                <w:bCs/>
              </w:rPr>
              <w:lastRenderedPageBreak/>
              <w:t>KOORMATAVA RIIGIMAA ANDMED (info RKVRist ja Maa-ameti kaardirakendusest)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964"/>
            </w:tblGrid>
            <w:tr w:rsidR="005901A8" w:rsidRPr="00054710" w14:paraId="49DE8FEB" w14:textId="77777777" w:rsidTr="00A53D26">
              <w:trPr>
                <w:trHeight w:val="312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0A8FCE00" w14:textId="276F3F78" w:rsidR="005901A8" w:rsidRPr="00054710" w:rsidRDefault="005901A8" w:rsidP="005901A8">
                  <w:pPr>
                    <w:jc w:val="both"/>
                    <w:rPr>
                      <w:rFonts w:ascii="Times New Roman" w:eastAsia="Calibri" w:hAnsi="Times New Roman"/>
                      <w:bCs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Number ja nimetus: </w:t>
                  </w:r>
                  <w:r w:rsidRPr="00054710">
                    <w:rPr>
                      <w:rFonts w:ascii="Calibri" w:eastAsia="Calibri" w:hAnsi="Calibri"/>
                      <w:sz w:val="22"/>
                      <w:szCs w:val="22"/>
                      <w:lang w:val="et-EE"/>
                    </w:rPr>
                    <w:t xml:space="preserve"> </w:t>
                  </w:r>
                  <w:r>
                    <w:t xml:space="preserve"> </w:t>
                  </w:r>
                  <w:r w:rsidR="00AC4483" w:rsidRPr="00AC4483">
                    <w:rPr>
                      <w:rFonts w:ascii="Times New Roman" w:eastAsia="Calibri" w:hAnsi="Times New Roman"/>
                      <w:bCs/>
                    </w:rPr>
                    <w:t>25246 Saru-Kuutsi tee</w:t>
                  </w:r>
                </w:p>
              </w:tc>
            </w:tr>
            <w:tr w:rsidR="005901A8" w:rsidRPr="00054710" w14:paraId="20BB2243" w14:textId="77777777" w:rsidTr="00A53D26">
              <w:trPr>
                <w:trHeight w:val="415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7A4413DE" w14:textId="220E4D8C" w:rsidR="005901A8" w:rsidRPr="00054710" w:rsidRDefault="005901A8" w:rsidP="005901A8">
                  <w:pPr>
                    <w:jc w:val="both"/>
                    <w:rPr>
                      <w:rFonts w:ascii="Times New Roman" w:eastAsia="Calibri" w:hAnsi="Times New Roman"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Katastritunnus: </w:t>
                  </w:r>
                  <w:r w:rsidRPr="00054710">
                    <w:rPr>
                      <w:rFonts w:ascii="Calibri" w:eastAsia="Calibri" w:hAnsi="Calibri"/>
                      <w:sz w:val="22"/>
                      <w:szCs w:val="22"/>
                      <w:lang w:val="et-EE"/>
                    </w:rPr>
                    <w:t xml:space="preserve"> </w:t>
                  </w:r>
                  <w:r>
                    <w:t xml:space="preserve"> </w:t>
                  </w:r>
                  <w:r w:rsidR="00082FB9" w:rsidRPr="00082FB9">
                    <w:rPr>
                      <w:rFonts w:ascii="Times New Roman" w:eastAsia="Calibri" w:hAnsi="Times New Roman"/>
                      <w:bCs/>
                      <w:lang w:val="et-EE"/>
                    </w:rPr>
                    <w:t>49301:003:0007</w:t>
                  </w:r>
                </w:p>
              </w:tc>
            </w:tr>
            <w:tr w:rsidR="005901A8" w:rsidRPr="00054710" w14:paraId="0E9DDAE8" w14:textId="77777777" w:rsidTr="00A53D26">
              <w:trPr>
                <w:trHeight w:val="378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461E2C7F" w14:textId="4C616E18" w:rsidR="005901A8" w:rsidRPr="00054710" w:rsidRDefault="005901A8" w:rsidP="005901A8">
                  <w:pPr>
                    <w:jc w:val="both"/>
                    <w:rPr>
                      <w:rFonts w:ascii="Times New Roman" w:eastAsia="Calibri" w:hAnsi="Times New Roman"/>
                      <w:bCs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Kinnistu registriosa number: </w:t>
                  </w:r>
                  <w:r w:rsidRPr="00054710">
                    <w:rPr>
                      <w:rFonts w:ascii="Calibri" w:eastAsia="Calibri" w:hAnsi="Calibri"/>
                      <w:sz w:val="22"/>
                      <w:szCs w:val="22"/>
                      <w:lang w:val="et-EE"/>
                    </w:rPr>
                    <w:t xml:space="preserve"> </w:t>
                  </w:r>
                  <w:r>
                    <w:t xml:space="preserve"> </w:t>
                  </w:r>
                  <w:r w:rsidR="00AC4483" w:rsidRPr="00AC4483">
                    <w:rPr>
                      <w:rFonts w:ascii="Times New Roman" w:eastAsia="Calibri" w:hAnsi="Times New Roman"/>
                      <w:bCs/>
                      <w:lang w:val="et-EE"/>
                    </w:rPr>
                    <w:t>8711450</w:t>
                  </w:r>
                </w:p>
              </w:tc>
            </w:tr>
            <w:tr w:rsidR="005901A8" w:rsidRPr="00054710" w14:paraId="32E872A6" w14:textId="77777777" w:rsidTr="00A53D26">
              <w:trPr>
                <w:trHeight w:val="378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58E3B6CB" w14:textId="675BE0DD" w:rsidR="005901A8" w:rsidRPr="00054710" w:rsidRDefault="005901A8" w:rsidP="005901A8">
                  <w:pPr>
                    <w:jc w:val="both"/>
                    <w:rPr>
                      <w:rFonts w:ascii="Times New Roman" w:eastAsia="Calibri" w:hAnsi="Times New Roman"/>
                      <w:bCs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Riigi kinnisvararegistri objekti kood: </w:t>
                  </w:r>
                  <w:r w:rsidRPr="00054710">
                    <w:rPr>
                      <w:rFonts w:ascii="Times New Roman" w:eastAsia="Calibri" w:hAnsi="Times New Roman"/>
                      <w:bCs/>
                      <w:sz w:val="22"/>
                      <w:szCs w:val="22"/>
                      <w:lang w:val="et-EE"/>
                    </w:rPr>
                    <w:t xml:space="preserve"> </w:t>
                  </w:r>
                  <w:r>
                    <w:t xml:space="preserve"> </w:t>
                  </w:r>
                  <w:r w:rsidR="00082FB9" w:rsidRPr="00082FB9">
                    <w:rPr>
                      <w:rFonts w:ascii="Times New Roman" w:eastAsia="Calibri" w:hAnsi="Times New Roman"/>
                      <w:bCs/>
                      <w:lang w:val="et-EE"/>
                    </w:rPr>
                    <w:t>KV72450</w:t>
                  </w:r>
                </w:p>
              </w:tc>
            </w:tr>
            <w:tr w:rsidR="005901A8" w:rsidRPr="00054710" w14:paraId="45E0D711" w14:textId="77777777" w:rsidTr="00A53D26">
              <w:trPr>
                <w:trHeight w:val="453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1A83092C" w14:textId="77777777" w:rsidR="005901A8" w:rsidRPr="00054710" w:rsidRDefault="005901A8" w:rsidP="005901A8">
                  <w:pPr>
                    <w:jc w:val="both"/>
                    <w:rPr>
                      <w:rFonts w:ascii="Times New Roman" w:eastAsia="Calibri" w:hAnsi="Times New Roman"/>
                      <w:bCs/>
                      <w:u w:val="single"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u w:val="single"/>
                      <w:lang w:val="et-EE"/>
                    </w:rPr>
                    <w:t xml:space="preserve">Kasutusõiguse sisu:  </w:t>
                  </w:r>
                </w:p>
                <w:p w14:paraId="30039FAC" w14:textId="77777777" w:rsidR="005901A8" w:rsidRPr="00054710" w:rsidRDefault="005901A8" w:rsidP="005901A8">
                  <w:pPr>
                    <w:jc w:val="both"/>
                    <w:rPr>
                      <w:rFonts w:ascii="Times New Roman" w:eastAsia="Calibri" w:hAnsi="Times New Roman"/>
                      <w:bCs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>Elektrimaakaabelliini rajamiseks</w:t>
                  </w:r>
                </w:p>
                <w:p w14:paraId="1611564A" w14:textId="77777777" w:rsidR="005901A8" w:rsidRPr="00054710" w:rsidRDefault="005901A8" w:rsidP="005901A8">
                  <w:pPr>
                    <w:jc w:val="both"/>
                    <w:rPr>
                      <w:rFonts w:ascii="Times New Roman" w:eastAsia="Calibri" w:hAnsi="Times New Roman"/>
                      <w:bCs/>
                      <w:color w:val="000000"/>
                      <w:spacing w:val="2"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Ruumikuju andmed: </w:t>
                  </w:r>
                </w:p>
                <w:p w14:paraId="32280F54" w14:textId="721CC0E1" w:rsidR="005901A8" w:rsidRPr="00054710" w:rsidRDefault="005901A8" w:rsidP="005901A8">
                  <w:pPr>
                    <w:spacing w:after="200"/>
                    <w:jc w:val="both"/>
                    <w:rPr>
                      <w:rFonts w:ascii="Times New Roman" w:eastAsia="Calibri" w:hAnsi="Times New Roman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>PARI ID</w:t>
                  </w:r>
                  <w:r w:rsidR="00AC4483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 </w:t>
                  </w:r>
                  <w:r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– </w:t>
                  </w:r>
                  <w:r w:rsidR="00AC4483" w:rsidRPr="00AC4483">
                    <w:rPr>
                      <w:rFonts w:ascii="Times New Roman" w:eastAsia="Calibri" w:hAnsi="Times New Roman"/>
                      <w:bCs/>
                      <w:color w:val="000000"/>
                      <w:spacing w:val="2"/>
                      <w:lang w:val="et-EE"/>
                    </w:rPr>
                    <w:t>1070773</w:t>
                  </w:r>
                  <w:r w:rsidR="00AC4483">
                    <w:rPr>
                      <w:rFonts w:ascii="Times New Roman" w:eastAsia="Calibri" w:hAnsi="Times New Roman"/>
                      <w:bCs/>
                      <w:color w:val="000000"/>
                      <w:spacing w:val="2"/>
                      <w:lang w:val="et-EE"/>
                    </w:rPr>
                    <w:t xml:space="preserve"> </w:t>
                  </w:r>
                  <w:hyperlink r:id="rId19" w:history="1">
                    <w:r w:rsidR="00C03113" w:rsidRPr="003331F8">
                      <w:rPr>
                        <w:rStyle w:val="Hyperlink"/>
                        <w:rFonts w:ascii="Times New Roman" w:hAnsi="Times New Roman"/>
                      </w:rPr>
                      <w:t>https://pari.kataster.ee/magic-link/569db82c-9630-475a-a433-235cd56e6704</w:t>
                    </w:r>
                  </w:hyperlink>
                  <w:r w:rsidR="00C03113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</w:tr>
          </w:tbl>
          <w:p w14:paraId="06A815A4" w14:textId="77777777" w:rsidR="00C629C8" w:rsidRPr="00054710" w:rsidRDefault="00C629C8" w:rsidP="00394FB4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</w:p>
        </w:tc>
      </w:tr>
      <w:tr w:rsidR="00C629C8" w:rsidRPr="00054710" w14:paraId="25F31AD6" w14:textId="77777777" w:rsidTr="00A7579D">
        <w:trPr>
          <w:trHeight w:val="453"/>
        </w:trPr>
        <w:tc>
          <w:tcPr>
            <w:tcW w:w="3098" w:type="dxa"/>
            <w:tcBorders>
              <w:left w:val="single" w:sz="4" w:space="0" w:color="auto"/>
              <w:right w:val="single" w:sz="4" w:space="0" w:color="auto"/>
            </w:tcBorders>
          </w:tcPr>
          <w:p w14:paraId="06F7948D" w14:textId="7A5937E4" w:rsidR="00C629C8" w:rsidRPr="00714ED7" w:rsidRDefault="00C629C8" w:rsidP="00714ED7">
            <w:pPr>
              <w:pStyle w:val="ListParagraph"/>
              <w:numPr>
                <w:ilvl w:val="0"/>
                <w:numId w:val="38"/>
              </w:numPr>
              <w:spacing w:after="200"/>
              <w:rPr>
                <w:rFonts w:ascii="Times New Roman" w:eastAsia="Calibri" w:hAnsi="Times New Roman"/>
                <w:b/>
                <w:bCs/>
              </w:rPr>
            </w:pPr>
            <w:r w:rsidRPr="00714ED7">
              <w:rPr>
                <w:rFonts w:ascii="Times New Roman" w:eastAsia="Calibri" w:hAnsi="Times New Roman"/>
                <w:b/>
                <w:bCs/>
              </w:rPr>
              <w:t>KOORMATAVA RIIGIMAA ANDMED (info RKVRist ja Maa-ameti kaardirakendusest)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964"/>
            </w:tblGrid>
            <w:tr w:rsidR="005901A8" w:rsidRPr="00054710" w14:paraId="7E0A6840" w14:textId="77777777" w:rsidTr="00A53D26">
              <w:trPr>
                <w:trHeight w:val="312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5DA780F0" w14:textId="6DA6FBF0" w:rsidR="005901A8" w:rsidRPr="00054710" w:rsidRDefault="005901A8" w:rsidP="005901A8">
                  <w:pPr>
                    <w:jc w:val="both"/>
                    <w:rPr>
                      <w:rFonts w:ascii="Times New Roman" w:eastAsia="Calibri" w:hAnsi="Times New Roman"/>
                      <w:bCs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Number ja nimetus: </w:t>
                  </w:r>
                  <w:r w:rsidRPr="00054710">
                    <w:rPr>
                      <w:rFonts w:ascii="Calibri" w:eastAsia="Calibri" w:hAnsi="Calibri"/>
                      <w:sz w:val="22"/>
                      <w:szCs w:val="22"/>
                      <w:lang w:val="et-EE"/>
                    </w:rPr>
                    <w:t xml:space="preserve"> </w:t>
                  </w:r>
                  <w:r>
                    <w:t xml:space="preserve"> </w:t>
                  </w:r>
                  <w:r w:rsidR="00DB76E7" w:rsidRPr="00DB76E7">
                    <w:rPr>
                      <w:rFonts w:ascii="Times New Roman" w:eastAsia="Calibri" w:hAnsi="Times New Roman"/>
                      <w:bCs/>
                    </w:rPr>
                    <w:t>25198 Mehka - Vastse-Roosa tee</w:t>
                  </w:r>
                </w:p>
              </w:tc>
            </w:tr>
            <w:tr w:rsidR="005901A8" w:rsidRPr="00054710" w14:paraId="0A3D907B" w14:textId="77777777" w:rsidTr="00A53D26">
              <w:trPr>
                <w:trHeight w:val="415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704E631F" w14:textId="751C169A" w:rsidR="005901A8" w:rsidRPr="00054710" w:rsidRDefault="005901A8" w:rsidP="005901A8">
                  <w:pPr>
                    <w:jc w:val="both"/>
                    <w:rPr>
                      <w:rFonts w:ascii="Times New Roman" w:eastAsia="Calibri" w:hAnsi="Times New Roman"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Katastritunnus: </w:t>
                  </w:r>
                  <w:r w:rsidRPr="00054710">
                    <w:rPr>
                      <w:rFonts w:ascii="Calibri" w:eastAsia="Calibri" w:hAnsi="Calibri"/>
                      <w:sz w:val="22"/>
                      <w:szCs w:val="22"/>
                      <w:lang w:val="et-EE"/>
                    </w:rPr>
                    <w:t xml:space="preserve"> </w:t>
                  </w:r>
                  <w:r>
                    <w:t xml:space="preserve"> </w:t>
                  </w:r>
                  <w:r w:rsidR="00DB76E7" w:rsidRPr="00DB76E7">
                    <w:rPr>
                      <w:rFonts w:ascii="Times New Roman" w:eastAsia="Calibri" w:hAnsi="Times New Roman"/>
                      <w:bCs/>
                      <w:lang w:val="et-EE"/>
                    </w:rPr>
                    <w:t>49301:003:0009</w:t>
                  </w:r>
                </w:p>
              </w:tc>
            </w:tr>
            <w:tr w:rsidR="005901A8" w:rsidRPr="00054710" w14:paraId="0081F2AD" w14:textId="77777777" w:rsidTr="00A53D26">
              <w:trPr>
                <w:trHeight w:val="378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76DC67AB" w14:textId="149BDD9E" w:rsidR="005901A8" w:rsidRPr="00054710" w:rsidRDefault="005901A8" w:rsidP="005901A8">
                  <w:pPr>
                    <w:jc w:val="both"/>
                    <w:rPr>
                      <w:rFonts w:ascii="Times New Roman" w:eastAsia="Calibri" w:hAnsi="Times New Roman"/>
                      <w:bCs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Kinnistu registriosa number: </w:t>
                  </w:r>
                  <w:r w:rsidRPr="00054710">
                    <w:rPr>
                      <w:rFonts w:ascii="Calibri" w:eastAsia="Calibri" w:hAnsi="Calibri"/>
                      <w:sz w:val="22"/>
                      <w:szCs w:val="22"/>
                      <w:lang w:val="et-EE"/>
                    </w:rPr>
                    <w:t xml:space="preserve"> </w:t>
                  </w:r>
                  <w:r>
                    <w:t xml:space="preserve"> </w:t>
                  </w:r>
                  <w:r w:rsidR="00DB76E7" w:rsidRPr="00DB76E7">
                    <w:rPr>
                      <w:rFonts w:ascii="Times New Roman" w:eastAsia="Calibri" w:hAnsi="Times New Roman"/>
                      <w:bCs/>
                      <w:lang w:val="et-EE"/>
                    </w:rPr>
                    <w:t>8544250</w:t>
                  </w:r>
                </w:p>
              </w:tc>
            </w:tr>
            <w:tr w:rsidR="005901A8" w:rsidRPr="00054710" w14:paraId="17C061C2" w14:textId="77777777" w:rsidTr="00A53D26">
              <w:trPr>
                <w:trHeight w:val="378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14478B86" w14:textId="3E00BBC6" w:rsidR="005901A8" w:rsidRPr="00054710" w:rsidRDefault="005901A8" w:rsidP="005901A8">
                  <w:pPr>
                    <w:jc w:val="both"/>
                    <w:rPr>
                      <w:rFonts w:ascii="Times New Roman" w:eastAsia="Calibri" w:hAnsi="Times New Roman"/>
                      <w:bCs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Riigi kinnisvararegistri objekti kood: </w:t>
                  </w:r>
                  <w:r w:rsidRPr="00054710">
                    <w:rPr>
                      <w:rFonts w:ascii="Times New Roman" w:eastAsia="Calibri" w:hAnsi="Times New Roman"/>
                      <w:bCs/>
                      <w:sz w:val="22"/>
                      <w:szCs w:val="22"/>
                      <w:lang w:val="et-EE"/>
                    </w:rPr>
                    <w:t xml:space="preserve"> </w:t>
                  </w:r>
                  <w:r>
                    <w:t xml:space="preserve"> </w:t>
                  </w:r>
                  <w:r w:rsidR="00DB76E7" w:rsidRPr="00DB76E7">
                    <w:rPr>
                      <w:rFonts w:ascii="Times New Roman" w:eastAsia="Calibri" w:hAnsi="Times New Roman"/>
                      <w:bCs/>
                      <w:lang w:val="et-EE"/>
                    </w:rPr>
                    <w:t>KV8328</w:t>
                  </w:r>
                </w:p>
              </w:tc>
            </w:tr>
            <w:tr w:rsidR="005901A8" w:rsidRPr="00054710" w14:paraId="3BEBEB05" w14:textId="77777777" w:rsidTr="00A53D26">
              <w:trPr>
                <w:trHeight w:val="453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4A7318CB" w14:textId="77777777" w:rsidR="005901A8" w:rsidRPr="00054710" w:rsidRDefault="005901A8" w:rsidP="005901A8">
                  <w:pPr>
                    <w:jc w:val="both"/>
                    <w:rPr>
                      <w:rFonts w:ascii="Times New Roman" w:eastAsia="Calibri" w:hAnsi="Times New Roman"/>
                      <w:bCs/>
                      <w:u w:val="single"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u w:val="single"/>
                      <w:lang w:val="et-EE"/>
                    </w:rPr>
                    <w:t xml:space="preserve">Kasutusõiguse sisu:  </w:t>
                  </w:r>
                </w:p>
                <w:p w14:paraId="3C8B069D" w14:textId="77777777" w:rsidR="005901A8" w:rsidRPr="00054710" w:rsidRDefault="005901A8" w:rsidP="005901A8">
                  <w:pPr>
                    <w:jc w:val="both"/>
                    <w:rPr>
                      <w:rFonts w:ascii="Times New Roman" w:eastAsia="Calibri" w:hAnsi="Times New Roman"/>
                      <w:bCs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>Elektrimaakaabelliini rajamiseks</w:t>
                  </w:r>
                </w:p>
                <w:p w14:paraId="3C89958B" w14:textId="77777777" w:rsidR="005901A8" w:rsidRPr="00054710" w:rsidRDefault="005901A8" w:rsidP="005901A8">
                  <w:pPr>
                    <w:jc w:val="both"/>
                    <w:rPr>
                      <w:rFonts w:ascii="Times New Roman" w:eastAsia="Calibri" w:hAnsi="Times New Roman"/>
                      <w:bCs/>
                      <w:color w:val="000000"/>
                      <w:spacing w:val="2"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Ruumikuju andmed: </w:t>
                  </w:r>
                </w:p>
                <w:p w14:paraId="053ACD8A" w14:textId="7CDC4FA6" w:rsidR="005901A8" w:rsidRPr="00054710" w:rsidRDefault="005901A8" w:rsidP="005901A8">
                  <w:pPr>
                    <w:spacing w:after="200"/>
                    <w:jc w:val="both"/>
                    <w:rPr>
                      <w:rFonts w:ascii="Times New Roman" w:eastAsia="Calibri" w:hAnsi="Times New Roman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>PARI ID</w:t>
                  </w:r>
                  <w:r w:rsidR="001774DF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 </w:t>
                  </w:r>
                  <w:r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– </w:t>
                  </w:r>
                  <w:r w:rsidR="001774DF" w:rsidRPr="001774DF">
                    <w:rPr>
                      <w:rFonts w:ascii="Times New Roman" w:eastAsia="Calibri" w:hAnsi="Times New Roman"/>
                      <w:bCs/>
                      <w:color w:val="000000"/>
                      <w:spacing w:val="2"/>
                      <w:lang w:val="et-EE"/>
                    </w:rPr>
                    <w:t>1070461</w:t>
                  </w:r>
                  <w:r w:rsidR="001774DF">
                    <w:rPr>
                      <w:rFonts w:ascii="Times New Roman" w:eastAsia="Calibri" w:hAnsi="Times New Roman"/>
                      <w:bCs/>
                      <w:color w:val="000000"/>
                      <w:spacing w:val="2"/>
                      <w:lang w:val="et-EE"/>
                    </w:rPr>
                    <w:t xml:space="preserve"> </w:t>
                  </w:r>
                  <w:hyperlink r:id="rId20" w:history="1">
                    <w:r w:rsidR="001774DF" w:rsidRPr="003331F8">
                      <w:rPr>
                        <w:rStyle w:val="Hyperlink"/>
                        <w:rFonts w:ascii="Times New Roman" w:hAnsi="Times New Roman"/>
                      </w:rPr>
                      <w:t>https://pari.kataster.ee/magic-link/12fcf3a4-ecf7-411f-861c-6bf7273be546</w:t>
                    </w:r>
                  </w:hyperlink>
                  <w:r w:rsidR="001774DF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</w:tr>
          </w:tbl>
          <w:p w14:paraId="630A873D" w14:textId="77777777" w:rsidR="00C629C8" w:rsidRPr="00054710" w:rsidRDefault="00C629C8" w:rsidP="00394FB4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</w:p>
        </w:tc>
      </w:tr>
      <w:tr w:rsidR="005901A8" w:rsidRPr="00054710" w14:paraId="4327FD6E" w14:textId="77777777" w:rsidTr="00A7579D">
        <w:trPr>
          <w:trHeight w:val="453"/>
        </w:trPr>
        <w:tc>
          <w:tcPr>
            <w:tcW w:w="3098" w:type="dxa"/>
            <w:tcBorders>
              <w:left w:val="single" w:sz="4" w:space="0" w:color="auto"/>
              <w:right w:val="single" w:sz="4" w:space="0" w:color="auto"/>
            </w:tcBorders>
          </w:tcPr>
          <w:p w14:paraId="0691152D" w14:textId="70322E2A" w:rsidR="005901A8" w:rsidRPr="00714ED7" w:rsidRDefault="005901A8" w:rsidP="00714ED7">
            <w:pPr>
              <w:pStyle w:val="ListParagraph"/>
              <w:numPr>
                <w:ilvl w:val="0"/>
                <w:numId w:val="38"/>
              </w:numPr>
              <w:spacing w:after="200"/>
              <w:rPr>
                <w:rFonts w:ascii="Times New Roman" w:eastAsia="Calibri" w:hAnsi="Times New Roman"/>
                <w:b/>
                <w:bCs/>
              </w:rPr>
            </w:pPr>
            <w:r w:rsidRPr="00714ED7">
              <w:rPr>
                <w:rFonts w:ascii="Times New Roman" w:eastAsia="Calibri" w:hAnsi="Times New Roman"/>
                <w:b/>
                <w:bCs/>
              </w:rPr>
              <w:t>KOORMATAVA RIIGIMAA ANDMED (info RKVRist ja Maa-ameti kaardirakendusest)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964"/>
            </w:tblGrid>
            <w:tr w:rsidR="005901A8" w:rsidRPr="00054710" w14:paraId="7F08F369" w14:textId="77777777" w:rsidTr="00A53D26">
              <w:trPr>
                <w:trHeight w:val="312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64A3E805" w14:textId="737DDF27" w:rsidR="005901A8" w:rsidRPr="00054710" w:rsidRDefault="005901A8" w:rsidP="005901A8">
                  <w:pPr>
                    <w:jc w:val="both"/>
                    <w:rPr>
                      <w:rFonts w:ascii="Times New Roman" w:eastAsia="Calibri" w:hAnsi="Times New Roman"/>
                      <w:bCs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Number ja nimetus: </w:t>
                  </w:r>
                  <w:r w:rsidRPr="00054710">
                    <w:rPr>
                      <w:rFonts w:ascii="Calibri" w:eastAsia="Calibri" w:hAnsi="Calibri"/>
                      <w:sz w:val="22"/>
                      <w:szCs w:val="22"/>
                      <w:lang w:val="et-EE"/>
                    </w:rPr>
                    <w:t xml:space="preserve"> </w:t>
                  </w:r>
                  <w:r>
                    <w:t xml:space="preserve"> </w:t>
                  </w:r>
                  <w:r w:rsidR="008E6756" w:rsidRPr="008E6756">
                    <w:rPr>
                      <w:rFonts w:ascii="Times New Roman" w:eastAsia="Calibri" w:hAnsi="Times New Roman"/>
                      <w:bCs/>
                    </w:rPr>
                    <w:t>67 Võru-Mõniste-Valga tee</w:t>
                  </w:r>
                </w:p>
              </w:tc>
            </w:tr>
            <w:tr w:rsidR="005901A8" w:rsidRPr="00054710" w14:paraId="5DEEC9F1" w14:textId="77777777" w:rsidTr="00A53D26">
              <w:trPr>
                <w:trHeight w:val="415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156EFD0E" w14:textId="000A5731" w:rsidR="005901A8" w:rsidRPr="00054710" w:rsidRDefault="005901A8" w:rsidP="005901A8">
                  <w:pPr>
                    <w:jc w:val="both"/>
                    <w:rPr>
                      <w:rFonts w:ascii="Times New Roman" w:eastAsia="Calibri" w:hAnsi="Times New Roman"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Katastritunnus: </w:t>
                  </w:r>
                  <w:r w:rsidRPr="00054710">
                    <w:rPr>
                      <w:rFonts w:ascii="Calibri" w:eastAsia="Calibri" w:hAnsi="Calibri"/>
                      <w:sz w:val="22"/>
                      <w:szCs w:val="22"/>
                      <w:lang w:val="et-EE"/>
                    </w:rPr>
                    <w:t xml:space="preserve"> </w:t>
                  </w:r>
                  <w:r>
                    <w:t xml:space="preserve"> </w:t>
                  </w:r>
                  <w:r w:rsidR="00416054" w:rsidRPr="00416054">
                    <w:rPr>
                      <w:rFonts w:ascii="Times New Roman" w:eastAsia="Calibri" w:hAnsi="Times New Roman"/>
                      <w:bCs/>
                      <w:lang w:val="et-EE"/>
                    </w:rPr>
                    <w:t>49301:002:1250</w:t>
                  </w:r>
                </w:p>
              </w:tc>
            </w:tr>
            <w:tr w:rsidR="005901A8" w:rsidRPr="00054710" w14:paraId="438CED32" w14:textId="77777777" w:rsidTr="00A53D26">
              <w:trPr>
                <w:trHeight w:val="378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2CC603CF" w14:textId="0DCE0890" w:rsidR="005901A8" w:rsidRPr="00054710" w:rsidRDefault="005901A8" w:rsidP="005901A8">
                  <w:pPr>
                    <w:jc w:val="both"/>
                    <w:rPr>
                      <w:rFonts w:ascii="Times New Roman" w:eastAsia="Calibri" w:hAnsi="Times New Roman"/>
                      <w:bCs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Kinnistu registriosa number: </w:t>
                  </w:r>
                  <w:r w:rsidRPr="00054710">
                    <w:rPr>
                      <w:rFonts w:ascii="Calibri" w:eastAsia="Calibri" w:hAnsi="Calibri"/>
                      <w:sz w:val="22"/>
                      <w:szCs w:val="22"/>
                      <w:lang w:val="et-EE"/>
                    </w:rPr>
                    <w:t xml:space="preserve"> </w:t>
                  </w:r>
                  <w:r>
                    <w:t xml:space="preserve"> </w:t>
                  </w:r>
                  <w:r w:rsidR="008E6756" w:rsidRPr="008E6756">
                    <w:rPr>
                      <w:rFonts w:ascii="Times New Roman" w:eastAsia="Calibri" w:hAnsi="Times New Roman"/>
                      <w:bCs/>
                      <w:lang w:val="et-EE"/>
                    </w:rPr>
                    <w:t>7898050</w:t>
                  </w:r>
                </w:p>
              </w:tc>
            </w:tr>
            <w:tr w:rsidR="005901A8" w:rsidRPr="00054710" w14:paraId="60284DA0" w14:textId="77777777" w:rsidTr="00A53D26">
              <w:trPr>
                <w:trHeight w:val="378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10747E91" w14:textId="5BAC4026" w:rsidR="005901A8" w:rsidRPr="00054710" w:rsidRDefault="005901A8" w:rsidP="005901A8">
                  <w:pPr>
                    <w:jc w:val="both"/>
                    <w:rPr>
                      <w:rFonts w:ascii="Times New Roman" w:eastAsia="Calibri" w:hAnsi="Times New Roman"/>
                      <w:bCs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Riigi kinnisvararegistri objekti kood: </w:t>
                  </w:r>
                  <w:r w:rsidRPr="00054710">
                    <w:rPr>
                      <w:rFonts w:ascii="Times New Roman" w:eastAsia="Calibri" w:hAnsi="Times New Roman"/>
                      <w:bCs/>
                      <w:sz w:val="22"/>
                      <w:szCs w:val="22"/>
                      <w:lang w:val="et-EE"/>
                    </w:rPr>
                    <w:t xml:space="preserve"> </w:t>
                  </w:r>
                  <w:r>
                    <w:t xml:space="preserve"> </w:t>
                  </w:r>
                  <w:r w:rsidR="008E6756" w:rsidRPr="008E6756">
                    <w:rPr>
                      <w:rFonts w:ascii="Times New Roman" w:eastAsia="Calibri" w:hAnsi="Times New Roman"/>
                      <w:bCs/>
                      <w:lang w:val="et-EE"/>
                    </w:rPr>
                    <w:t>KV72812</w:t>
                  </w:r>
                </w:p>
              </w:tc>
            </w:tr>
            <w:tr w:rsidR="005901A8" w:rsidRPr="00054710" w14:paraId="6A33BD4C" w14:textId="77777777" w:rsidTr="00A53D26">
              <w:trPr>
                <w:trHeight w:val="453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0536E1DF" w14:textId="77777777" w:rsidR="005901A8" w:rsidRPr="00054710" w:rsidRDefault="005901A8" w:rsidP="005901A8">
                  <w:pPr>
                    <w:jc w:val="both"/>
                    <w:rPr>
                      <w:rFonts w:ascii="Times New Roman" w:eastAsia="Calibri" w:hAnsi="Times New Roman"/>
                      <w:bCs/>
                      <w:u w:val="single"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u w:val="single"/>
                      <w:lang w:val="et-EE"/>
                    </w:rPr>
                    <w:t xml:space="preserve">Kasutusõiguse sisu:  </w:t>
                  </w:r>
                </w:p>
                <w:p w14:paraId="2583ED53" w14:textId="77777777" w:rsidR="005901A8" w:rsidRPr="00054710" w:rsidRDefault="005901A8" w:rsidP="005901A8">
                  <w:pPr>
                    <w:jc w:val="both"/>
                    <w:rPr>
                      <w:rFonts w:ascii="Times New Roman" w:eastAsia="Calibri" w:hAnsi="Times New Roman"/>
                      <w:bCs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>Elektrimaakaabelliini rajamiseks</w:t>
                  </w:r>
                </w:p>
                <w:p w14:paraId="51343D4D" w14:textId="77777777" w:rsidR="005901A8" w:rsidRPr="00054710" w:rsidRDefault="005901A8" w:rsidP="005901A8">
                  <w:pPr>
                    <w:jc w:val="both"/>
                    <w:rPr>
                      <w:rFonts w:ascii="Times New Roman" w:eastAsia="Calibri" w:hAnsi="Times New Roman"/>
                      <w:bCs/>
                      <w:color w:val="000000"/>
                      <w:spacing w:val="2"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Ruumikuju andmed: </w:t>
                  </w:r>
                </w:p>
                <w:p w14:paraId="5C209CFF" w14:textId="5475E9C7" w:rsidR="005901A8" w:rsidRPr="00054710" w:rsidRDefault="005901A8" w:rsidP="005901A8">
                  <w:pPr>
                    <w:spacing w:after="200"/>
                    <w:jc w:val="both"/>
                    <w:rPr>
                      <w:rFonts w:ascii="Times New Roman" w:eastAsia="Calibri" w:hAnsi="Times New Roman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>PARI ID</w:t>
                  </w:r>
                  <w:r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 POS 1– </w:t>
                  </w:r>
                  <w:r w:rsidR="00DF345F" w:rsidRPr="00DF345F">
                    <w:rPr>
                      <w:rFonts w:ascii="Times New Roman" w:eastAsia="Calibri" w:hAnsi="Times New Roman"/>
                      <w:bCs/>
                      <w:color w:val="000000"/>
                      <w:spacing w:val="2"/>
                      <w:lang w:val="et-EE"/>
                    </w:rPr>
                    <w:t>1070483</w:t>
                  </w:r>
                  <w:r w:rsidR="00DF345F">
                    <w:rPr>
                      <w:rFonts w:ascii="Times New Roman" w:eastAsia="Calibri" w:hAnsi="Times New Roman"/>
                      <w:bCs/>
                      <w:color w:val="000000"/>
                      <w:spacing w:val="2"/>
                      <w:lang w:val="et-EE"/>
                    </w:rPr>
                    <w:t xml:space="preserve"> </w:t>
                  </w:r>
                  <w:hyperlink r:id="rId21" w:history="1">
                    <w:r w:rsidR="006E08D7" w:rsidRPr="003331F8">
                      <w:rPr>
                        <w:rStyle w:val="Hyperlink"/>
                        <w:rFonts w:ascii="Times New Roman" w:hAnsi="Times New Roman"/>
                      </w:rPr>
                      <w:t>https://pari.kataster.ee/magic-link/0768cd81-afdd-458f-a69b-f052434807d1</w:t>
                    </w:r>
                  </w:hyperlink>
                  <w:r w:rsidR="006E08D7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</w:tr>
          </w:tbl>
          <w:p w14:paraId="06E61107" w14:textId="77777777" w:rsidR="005901A8" w:rsidRPr="00054710" w:rsidRDefault="005901A8" w:rsidP="00394FB4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</w:p>
        </w:tc>
      </w:tr>
      <w:tr w:rsidR="005901A8" w:rsidRPr="00054710" w14:paraId="15A69F90" w14:textId="77777777" w:rsidTr="00A7579D">
        <w:trPr>
          <w:trHeight w:val="453"/>
        </w:trPr>
        <w:tc>
          <w:tcPr>
            <w:tcW w:w="3098" w:type="dxa"/>
            <w:tcBorders>
              <w:left w:val="single" w:sz="4" w:space="0" w:color="auto"/>
              <w:right w:val="single" w:sz="4" w:space="0" w:color="auto"/>
            </w:tcBorders>
          </w:tcPr>
          <w:p w14:paraId="4B021097" w14:textId="344417FA" w:rsidR="005901A8" w:rsidRPr="00714ED7" w:rsidRDefault="005901A8" w:rsidP="00714ED7">
            <w:pPr>
              <w:pStyle w:val="ListParagraph"/>
              <w:numPr>
                <w:ilvl w:val="0"/>
                <w:numId w:val="38"/>
              </w:numPr>
              <w:spacing w:after="200"/>
              <w:rPr>
                <w:rFonts w:ascii="Times New Roman" w:eastAsia="Calibri" w:hAnsi="Times New Roman"/>
                <w:b/>
                <w:bCs/>
              </w:rPr>
            </w:pPr>
            <w:r w:rsidRPr="00714ED7">
              <w:rPr>
                <w:rFonts w:ascii="Times New Roman" w:eastAsia="Calibri" w:hAnsi="Times New Roman"/>
                <w:b/>
                <w:bCs/>
              </w:rPr>
              <w:lastRenderedPageBreak/>
              <w:t>KOORMATAVA RIIGIMAA ANDMED (info RKVRist ja Maa-ameti kaardirakendusest)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tbl>
            <w:tblPr>
              <w:tblpPr w:leftFromText="180" w:rightFromText="180" w:vertAnchor="text" w:tblpY="1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5964"/>
            </w:tblGrid>
            <w:tr w:rsidR="005901A8" w:rsidRPr="00054710" w14:paraId="28A62776" w14:textId="77777777" w:rsidTr="00A53D26">
              <w:trPr>
                <w:trHeight w:val="312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5DF20491" w14:textId="4A869B2D" w:rsidR="005901A8" w:rsidRPr="00054710" w:rsidRDefault="005901A8" w:rsidP="005901A8">
                  <w:pPr>
                    <w:jc w:val="both"/>
                    <w:rPr>
                      <w:rFonts w:ascii="Times New Roman" w:eastAsia="Calibri" w:hAnsi="Times New Roman"/>
                      <w:bCs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Number ja nimetus: </w:t>
                  </w:r>
                  <w:r w:rsidRPr="00054710">
                    <w:rPr>
                      <w:rFonts w:ascii="Calibri" w:eastAsia="Calibri" w:hAnsi="Calibri"/>
                      <w:sz w:val="22"/>
                      <w:szCs w:val="22"/>
                      <w:lang w:val="et-EE"/>
                    </w:rPr>
                    <w:t xml:space="preserve"> </w:t>
                  </w:r>
                  <w:r>
                    <w:t xml:space="preserve"> </w:t>
                  </w:r>
                  <w:r w:rsidR="00E04A40" w:rsidRPr="00E04A40">
                    <w:rPr>
                      <w:rFonts w:ascii="Times New Roman" w:eastAsia="Calibri" w:hAnsi="Times New Roman"/>
                      <w:bCs/>
                    </w:rPr>
                    <w:t>67 Võru-Mõniste-Valga tee</w:t>
                  </w:r>
                </w:p>
              </w:tc>
            </w:tr>
            <w:tr w:rsidR="005901A8" w:rsidRPr="00054710" w14:paraId="2A8F855C" w14:textId="77777777" w:rsidTr="00A53D26">
              <w:trPr>
                <w:trHeight w:val="415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0944AC38" w14:textId="613B31E3" w:rsidR="005901A8" w:rsidRPr="00054710" w:rsidRDefault="005901A8" w:rsidP="005901A8">
                  <w:pPr>
                    <w:jc w:val="both"/>
                    <w:rPr>
                      <w:rFonts w:ascii="Times New Roman" w:eastAsia="Calibri" w:hAnsi="Times New Roman"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Katastritunnus: </w:t>
                  </w:r>
                  <w:r w:rsidRPr="00054710">
                    <w:rPr>
                      <w:rFonts w:ascii="Calibri" w:eastAsia="Calibri" w:hAnsi="Calibri"/>
                      <w:sz w:val="22"/>
                      <w:szCs w:val="22"/>
                      <w:lang w:val="et-EE"/>
                    </w:rPr>
                    <w:t xml:space="preserve"> </w:t>
                  </w:r>
                  <w:r>
                    <w:t xml:space="preserve"> </w:t>
                  </w:r>
                  <w:r w:rsidR="000547DF" w:rsidRPr="000547DF">
                    <w:rPr>
                      <w:rFonts w:ascii="Times New Roman" w:eastAsia="Calibri" w:hAnsi="Times New Roman"/>
                      <w:bCs/>
                      <w:lang w:val="et-EE"/>
                    </w:rPr>
                    <w:t>69801:001:0773</w:t>
                  </w:r>
                </w:p>
              </w:tc>
            </w:tr>
            <w:tr w:rsidR="005901A8" w:rsidRPr="00054710" w14:paraId="0149D1DD" w14:textId="77777777" w:rsidTr="00A53D26">
              <w:trPr>
                <w:trHeight w:val="378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5EFBE9EB" w14:textId="2D312C80" w:rsidR="005901A8" w:rsidRPr="00054710" w:rsidRDefault="005901A8" w:rsidP="005901A8">
                  <w:pPr>
                    <w:jc w:val="both"/>
                    <w:rPr>
                      <w:rFonts w:ascii="Times New Roman" w:eastAsia="Calibri" w:hAnsi="Times New Roman"/>
                      <w:bCs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Kinnistu registriosa number: </w:t>
                  </w:r>
                  <w:r w:rsidRPr="00054710">
                    <w:rPr>
                      <w:rFonts w:ascii="Calibri" w:eastAsia="Calibri" w:hAnsi="Calibri"/>
                      <w:sz w:val="22"/>
                      <w:szCs w:val="22"/>
                      <w:lang w:val="et-EE"/>
                    </w:rPr>
                    <w:t xml:space="preserve"> </w:t>
                  </w:r>
                  <w:r>
                    <w:t xml:space="preserve"> </w:t>
                  </w:r>
                  <w:r w:rsidR="00E04A40" w:rsidRPr="00E04A40">
                    <w:rPr>
                      <w:rFonts w:ascii="Times New Roman" w:eastAsia="Calibri" w:hAnsi="Times New Roman"/>
                      <w:bCs/>
                      <w:lang w:val="et-EE"/>
                    </w:rPr>
                    <w:t>26258250</w:t>
                  </w:r>
                </w:p>
              </w:tc>
            </w:tr>
            <w:tr w:rsidR="005901A8" w:rsidRPr="00054710" w14:paraId="38031CEE" w14:textId="77777777" w:rsidTr="00A53D26">
              <w:trPr>
                <w:trHeight w:val="378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0804B792" w14:textId="3DCE7E97" w:rsidR="005901A8" w:rsidRPr="00054710" w:rsidRDefault="005901A8" w:rsidP="005901A8">
                  <w:pPr>
                    <w:jc w:val="both"/>
                    <w:rPr>
                      <w:rFonts w:ascii="Times New Roman" w:eastAsia="Calibri" w:hAnsi="Times New Roman"/>
                      <w:bCs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Riigi kinnisvararegistri objekti kood: </w:t>
                  </w:r>
                  <w:r w:rsidRPr="00054710">
                    <w:rPr>
                      <w:rFonts w:ascii="Times New Roman" w:eastAsia="Calibri" w:hAnsi="Times New Roman"/>
                      <w:bCs/>
                      <w:sz w:val="22"/>
                      <w:szCs w:val="22"/>
                      <w:lang w:val="et-EE"/>
                    </w:rPr>
                    <w:t xml:space="preserve"> </w:t>
                  </w:r>
                  <w:r>
                    <w:t xml:space="preserve"> </w:t>
                  </w:r>
                  <w:r w:rsidR="000547DF" w:rsidRPr="000547DF">
                    <w:rPr>
                      <w:rFonts w:ascii="Times New Roman" w:eastAsia="Calibri" w:hAnsi="Times New Roman"/>
                      <w:bCs/>
                      <w:lang w:val="et-EE"/>
                    </w:rPr>
                    <w:t>KV117415</w:t>
                  </w:r>
                </w:p>
              </w:tc>
            </w:tr>
            <w:tr w:rsidR="005901A8" w:rsidRPr="00054710" w14:paraId="61E655B3" w14:textId="77777777" w:rsidTr="00A53D26">
              <w:trPr>
                <w:trHeight w:val="453"/>
              </w:trPr>
              <w:tc>
                <w:tcPr>
                  <w:tcW w:w="6190" w:type="dxa"/>
                  <w:tcBorders>
                    <w:left w:val="single" w:sz="4" w:space="0" w:color="auto"/>
                  </w:tcBorders>
                </w:tcPr>
                <w:p w14:paraId="6A79A0FA" w14:textId="77777777" w:rsidR="005901A8" w:rsidRPr="00054710" w:rsidRDefault="005901A8" w:rsidP="005901A8">
                  <w:pPr>
                    <w:jc w:val="both"/>
                    <w:rPr>
                      <w:rFonts w:ascii="Times New Roman" w:eastAsia="Calibri" w:hAnsi="Times New Roman"/>
                      <w:bCs/>
                      <w:u w:val="single"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u w:val="single"/>
                      <w:lang w:val="et-EE"/>
                    </w:rPr>
                    <w:t xml:space="preserve">Kasutusõiguse sisu:  </w:t>
                  </w:r>
                </w:p>
                <w:p w14:paraId="57217621" w14:textId="77777777" w:rsidR="005901A8" w:rsidRPr="00054710" w:rsidRDefault="005901A8" w:rsidP="005901A8">
                  <w:pPr>
                    <w:jc w:val="both"/>
                    <w:rPr>
                      <w:rFonts w:ascii="Times New Roman" w:eastAsia="Calibri" w:hAnsi="Times New Roman"/>
                      <w:bCs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>Elektrimaakaabelliini rajamiseks</w:t>
                  </w:r>
                </w:p>
                <w:p w14:paraId="39BDABA0" w14:textId="77777777" w:rsidR="005901A8" w:rsidRPr="00054710" w:rsidRDefault="005901A8" w:rsidP="005901A8">
                  <w:pPr>
                    <w:jc w:val="both"/>
                    <w:rPr>
                      <w:rFonts w:ascii="Times New Roman" w:eastAsia="Calibri" w:hAnsi="Times New Roman"/>
                      <w:bCs/>
                      <w:color w:val="000000"/>
                      <w:spacing w:val="2"/>
                      <w:lang w:val="et-EE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Ruumikuju andmed: </w:t>
                  </w:r>
                </w:p>
                <w:p w14:paraId="3C6DF896" w14:textId="085553D7" w:rsidR="005901A8" w:rsidRPr="00054710" w:rsidRDefault="005901A8" w:rsidP="005901A8">
                  <w:pPr>
                    <w:spacing w:after="200"/>
                    <w:jc w:val="both"/>
                    <w:rPr>
                      <w:rFonts w:ascii="Times New Roman" w:eastAsia="Calibri" w:hAnsi="Times New Roman"/>
                    </w:rPr>
                  </w:pPr>
                  <w:r w:rsidRPr="00054710">
                    <w:rPr>
                      <w:rFonts w:ascii="Times New Roman" w:eastAsia="Calibri" w:hAnsi="Times New Roman"/>
                      <w:bCs/>
                      <w:lang w:val="et-EE"/>
                    </w:rPr>
                    <w:t>PARI ID</w:t>
                  </w:r>
                  <w:r>
                    <w:rPr>
                      <w:rFonts w:ascii="Times New Roman" w:eastAsia="Calibri" w:hAnsi="Times New Roman"/>
                      <w:bCs/>
                      <w:lang w:val="et-EE"/>
                    </w:rPr>
                    <w:t xml:space="preserve"> POS 2 – </w:t>
                  </w:r>
                  <w:r w:rsidR="006E08D7" w:rsidRPr="006E08D7">
                    <w:rPr>
                      <w:rFonts w:ascii="Times New Roman" w:eastAsia="Calibri" w:hAnsi="Times New Roman"/>
                      <w:bCs/>
                      <w:color w:val="000000"/>
                      <w:spacing w:val="2"/>
                      <w:lang w:val="et-EE"/>
                    </w:rPr>
                    <w:t>1070482</w:t>
                  </w:r>
                  <w:r w:rsidR="006E08D7">
                    <w:rPr>
                      <w:rFonts w:ascii="Times New Roman" w:eastAsia="Calibri" w:hAnsi="Times New Roman"/>
                      <w:bCs/>
                      <w:color w:val="000000"/>
                      <w:spacing w:val="2"/>
                      <w:lang w:val="et-EE"/>
                    </w:rPr>
                    <w:t xml:space="preserve"> </w:t>
                  </w:r>
                  <w:hyperlink r:id="rId22" w:history="1">
                    <w:r w:rsidR="000547DF" w:rsidRPr="003331F8">
                      <w:rPr>
                        <w:rStyle w:val="Hyperlink"/>
                        <w:rFonts w:ascii="Times New Roman" w:hAnsi="Times New Roman"/>
                      </w:rPr>
                      <w:t>https://pari.kataster.ee/magic-link/7b815687-f7c2-4a7d-b5a6-9132e03024aa</w:t>
                    </w:r>
                  </w:hyperlink>
                  <w:r w:rsidR="000547DF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</w:tr>
          </w:tbl>
          <w:p w14:paraId="29434B25" w14:textId="77777777" w:rsidR="005901A8" w:rsidRPr="00054710" w:rsidRDefault="005901A8" w:rsidP="00394FB4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</w:p>
        </w:tc>
      </w:tr>
      <w:tr w:rsidR="00054710" w:rsidRPr="00054710" w14:paraId="4E8C6053" w14:textId="77777777" w:rsidTr="00A7579D">
        <w:trPr>
          <w:trHeight w:val="453"/>
        </w:trPr>
        <w:tc>
          <w:tcPr>
            <w:tcW w:w="3098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407EBE9C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/>
                <w:bCs/>
                <w:lang w:val="et-EE"/>
              </w:rPr>
              <w:t>LEPINGU SÕLMIMISE KULUD TASUB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96338F1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Cs/>
                <w:lang w:val="et-EE"/>
              </w:rPr>
              <w:t>Elektrilevi OÜ</w:t>
            </w:r>
          </w:p>
        </w:tc>
      </w:tr>
      <w:tr w:rsidR="00054710" w:rsidRPr="00054710" w14:paraId="05BBB675" w14:textId="77777777" w:rsidTr="00A7579D">
        <w:trPr>
          <w:trHeight w:val="453"/>
        </w:trPr>
        <w:tc>
          <w:tcPr>
            <w:tcW w:w="3098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7A5823C5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bCs/>
                <w:lang w:val="et-EE"/>
              </w:rPr>
            </w:pPr>
            <w:r w:rsidRPr="00054710">
              <w:rPr>
                <w:rFonts w:ascii="Times New Roman" w:eastAsia="Calibri" w:hAnsi="Times New Roman"/>
                <w:b/>
                <w:bCs/>
                <w:lang w:val="et-EE"/>
              </w:rPr>
              <w:t>TAOTLUSE LISAD</w:t>
            </w: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226131AE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u w:val="single"/>
                <w:lang w:val="et-EE"/>
              </w:rPr>
            </w:pPr>
            <w:r w:rsidRPr="00054710">
              <w:rPr>
                <w:rFonts w:ascii="Times New Roman" w:eastAsia="Calibri" w:hAnsi="Times New Roman"/>
                <w:b/>
                <w:u w:val="single"/>
                <w:lang w:val="et-EE"/>
              </w:rPr>
              <w:t>Esindusvolitus</w:t>
            </w:r>
          </w:p>
        </w:tc>
      </w:tr>
      <w:tr w:rsidR="00054710" w:rsidRPr="00054710" w14:paraId="7299FC1E" w14:textId="77777777" w:rsidTr="00A7579D">
        <w:trPr>
          <w:trHeight w:val="453"/>
        </w:trPr>
        <w:tc>
          <w:tcPr>
            <w:tcW w:w="3098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0D535C9B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lang w:val="et-EE"/>
              </w:rPr>
            </w:pPr>
          </w:p>
        </w:tc>
        <w:tc>
          <w:tcPr>
            <w:tcW w:w="6190" w:type="dxa"/>
            <w:tcBorders>
              <w:left w:val="single" w:sz="4" w:space="0" w:color="auto"/>
            </w:tcBorders>
          </w:tcPr>
          <w:p w14:paraId="52145F54" w14:textId="77777777" w:rsidR="00054710" w:rsidRPr="00054710" w:rsidRDefault="00054710" w:rsidP="00054710">
            <w:pPr>
              <w:jc w:val="both"/>
              <w:rPr>
                <w:rFonts w:ascii="Times New Roman" w:eastAsia="Calibri" w:hAnsi="Times New Roman"/>
                <w:b/>
                <w:u w:val="single"/>
                <w:lang w:val="et-EE"/>
              </w:rPr>
            </w:pPr>
          </w:p>
        </w:tc>
      </w:tr>
    </w:tbl>
    <w:p w14:paraId="5F2A8996" w14:textId="266960DC" w:rsidR="00BD14A4" w:rsidRPr="00962A66" w:rsidRDefault="00BD14A4" w:rsidP="003B6F35">
      <w:pPr>
        <w:rPr>
          <w:sz w:val="22"/>
          <w:szCs w:val="22"/>
        </w:rPr>
      </w:pPr>
    </w:p>
    <w:sectPr w:rsidR="00BD14A4" w:rsidRPr="00962A66" w:rsidSect="00840780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2552" w:right="851" w:bottom="1440" w:left="1701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A8FF7B" w14:textId="77777777" w:rsidR="00F80056" w:rsidRDefault="00F80056">
      <w:r>
        <w:separator/>
      </w:r>
    </w:p>
  </w:endnote>
  <w:endnote w:type="continuationSeparator" w:id="0">
    <w:p w14:paraId="07ED30AA" w14:textId="77777777" w:rsidR="00F80056" w:rsidRDefault="00F80056">
      <w:r>
        <w:continuationSeparator/>
      </w:r>
    </w:p>
  </w:endnote>
  <w:endnote w:type="continuationNotice" w:id="1">
    <w:p w14:paraId="4727A5A9" w14:textId="77777777" w:rsidR="00F80056" w:rsidRDefault="00F8005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ED164" w14:textId="77777777" w:rsidR="0079645A" w:rsidRDefault="0079645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59FE4E" w14:textId="77777777" w:rsidR="0079645A" w:rsidRDefault="0079645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1" w:rightFromText="181" w:vertAnchor="page" w:horzAnchor="page" w:tblpX="5217" w:tblpY="15027"/>
      <w:tblOverlap w:val="never"/>
      <w:tblW w:w="11410" w:type="dxa"/>
      <w:tblLook w:val="0000" w:firstRow="0" w:lastRow="0" w:firstColumn="0" w:lastColumn="0" w:noHBand="0" w:noVBand="0"/>
    </w:tblPr>
    <w:tblGrid>
      <w:gridCol w:w="3471"/>
      <w:gridCol w:w="2483"/>
      <w:gridCol w:w="3471"/>
      <w:gridCol w:w="1985"/>
    </w:tblGrid>
    <w:tr w:rsidR="00A33A60" w14:paraId="4C5C4E1A" w14:textId="77777777" w:rsidTr="00A33A60">
      <w:tc>
        <w:tcPr>
          <w:tcW w:w="3471" w:type="dxa"/>
        </w:tcPr>
        <w:p w14:paraId="3B6F60C2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ELEKTRILEVI OÜ</w:t>
          </w:r>
        </w:p>
      </w:tc>
      <w:tc>
        <w:tcPr>
          <w:tcW w:w="2483" w:type="dxa"/>
          <w:vAlign w:val="bottom"/>
        </w:tcPr>
        <w:p w14:paraId="3ADFBF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Tel 715 4230</w:t>
          </w:r>
        </w:p>
      </w:tc>
      <w:tc>
        <w:tcPr>
          <w:tcW w:w="3471" w:type="dxa"/>
        </w:tcPr>
        <w:p w14:paraId="34BCC779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80"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493D3663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A33A60" w:rsidRPr="0077377F" w14:paraId="2AC3D500" w14:textId="77777777" w:rsidTr="00A33A60">
      <w:trPr>
        <w:trHeight w:val="633"/>
      </w:trPr>
      <w:tc>
        <w:tcPr>
          <w:tcW w:w="3471" w:type="dxa"/>
        </w:tcPr>
        <w:p w14:paraId="0C2D28F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Veskiposti 2, 10138 Tallinn</w:t>
          </w:r>
        </w:p>
        <w:p w14:paraId="3B8A612E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Reg.k</w:t>
          </w:r>
          <w:r w:rsidRPr="0077377F">
            <w:rPr>
              <w:rFonts w:eastAsia="Cambria" w:cs="Arial"/>
              <w:sz w:val="18"/>
              <w:lang w:val="lv-LV"/>
            </w:rPr>
            <w:t>ood 11050857</w:t>
          </w:r>
        </w:p>
      </w:tc>
      <w:tc>
        <w:tcPr>
          <w:tcW w:w="2483" w:type="dxa"/>
        </w:tcPr>
        <w:p w14:paraId="46BEF16F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  <w:r>
            <w:rPr>
              <w:rFonts w:eastAsia="Cambria" w:cs="Arial"/>
              <w:sz w:val="18"/>
              <w:lang w:val="lv-LV"/>
            </w:rPr>
            <w:t>elektrilevi@elektrilevi</w:t>
          </w:r>
          <w:r w:rsidRPr="0077377F">
            <w:rPr>
              <w:rFonts w:eastAsia="Cambria" w:cs="Arial"/>
              <w:sz w:val="18"/>
              <w:lang w:val="lv-LV"/>
            </w:rPr>
            <w:t>.ee</w:t>
          </w:r>
        </w:p>
        <w:p w14:paraId="2641135B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  <w:r>
            <w:rPr>
              <w:rFonts w:eastAsia="Cambria" w:cs="Arial"/>
              <w:color w:val="000000"/>
              <w:sz w:val="18"/>
              <w:lang w:val="lv-LV"/>
            </w:rPr>
            <w:t>www.elektrilevi.ee</w:t>
          </w:r>
        </w:p>
      </w:tc>
      <w:tc>
        <w:tcPr>
          <w:tcW w:w="3471" w:type="dxa"/>
        </w:tcPr>
        <w:p w14:paraId="29905058" w14:textId="77777777" w:rsidR="00A33A60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  <w:tc>
        <w:tcPr>
          <w:tcW w:w="1985" w:type="dxa"/>
        </w:tcPr>
        <w:p w14:paraId="206701FC" w14:textId="77777777" w:rsidR="00A33A60" w:rsidRPr="0077377F" w:rsidRDefault="00A33A60" w:rsidP="00A33A60">
          <w:pPr>
            <w:pStyle w:val="Footer"/>
            <w:tabs>
              <w:tab w:val="left" w:pos="2835"/>
              <w:tab w:val="left" w:pos="4962"/>
              <w:tab w:val="left" w:pos="7088"/>
            </w:tabs>
            <w:spacing w:line="300" w:lineRule="auto"/>
            <w:jc w:val="right"/>
            <w:rPr>
              <w:rFonts w:eastAsia="Cambria" w:cs="Arial"/>
              <w:sz w:val="18"/>
              <w:lang w:val="lv-LV"/>
            </w:rPr>
          </w:pPr>
        </w:p>
      </w:tc>
    </w:tr>
  </w:tbl>
  <w:p w14:paraId="35CF1A2C" w14:textId="77777777" w:rsidR="00627953" w:rsidRDefault="006279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A2A64F" w14:textId="77777777" w:rsidR="00F80056" w:rsidRDefault="00F80056">
      <w:r>
        <w:separator/>
      </w:r>
    </w:p>
  </w:footnote>
  <w:footnote w:type="continuationSeparator" w:id="0">
    <w:p w14:paraId="28AAD72D" w14:textId="77777777" w:rsidR="00F80056" w:rsidRDefault="00F80056">
      <w:r>
        <w:continuationSeparator/>
      </w:r>
    </w:p>
  </w:footnote>
  <w:footnote w:type="continuationNotice" w:id="1">
    <w:p w14:paraId="4C8704D3" w14:textId="77777777" w:rsidR="00F80056" w:rsidRDefault="00F8005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E044D" w14:textId="77777777" w:rsidR="0079645A" w:rsidRDefault="0079645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497AA" w14:textId="77777777" w:rsidR="0079645A" w:rsidRDefault="00796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768B82" w14:textId="318D05B9" w:rsidR="006736DE" w:rsidRDefault="00765D62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E6DC165" wp14:editId="07A165F0">
          <wp:simplePos x="0" y="0"/>
          <wp:positionH relativeFrom="margin">
            <wp:posOffset>4024263</wp:posOffset>
          </wp:positionH>
          <wp:positionV relativeFrom="paragraph">
            <wp:posOffset>165247</wp:posOffset>
          </wp:positionV>
          <wp:extent cx="1879211" cy="887095"/>
          <wp:effectExtent l="0" t="0" r="635" b="1905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79211" cy="887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65BBD"/>
    <w:multiLevelType w:val="hybridMultilevel"/>
    <w:tmpl w:val="7A3A73D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B1A4D"/>
    <w:multiLevelType w:val="multilevel"/>
    <w:tmpl w:val="814E0E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D52817"/>
    <w:multiLevelType w:val="hybridMultilevel"/>
    <w:tmpl w:val="7DDE3D74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F0373"/>
    <w:multiLevelType w:val="hybridMultilevel"/>
    <w:tmpl w:val="497C72C8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596BEC"/>
    <w:multiLevelType w:val="hybridMultilevel"/>
    <w:tmpl w:val="F5C8A1DC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4C20F3C"/>
    <w:multiLevelType w:val="multilevel"/>
    <w:tmpl w:val="5AC4A0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58139A0"/>
    <w:multiLevelType w:val="hybridMultilevel"/>
    <w:tmpl w:val="DD301C08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526C42"/>
    <w:multiLevelType w:val="hybridMultilevel"/>
    <w:tmpl w:val="C4522DA8"/>
    <w:lvl w:ilvl="0" w:tplc="AF68BB10">
      <w:start w:val="1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5C1171"/>
    <w:multiLevelType w:val="hybridMultilevel"/>
    <w:tmpl w:val="97AE8A84"/>
    <w:lvl w:ilvl="0" w:tplc="0425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985FE8"/>
    <w:multiLevelType w:val="hybridMultilevel"/>
    <w:tmpl w:val="7F4C29DC"/>
    <w:lvl w:ilvl="0" w:tplc="04250003">
      <w:start w:val="1"/>
      <w:numFmt w:val="bullet"/>
      <w:lvlText w:val="o"/>
      <w:lvlJc w:val="left"/>
      <w:pPr>
        <w:ind w:left="1065" w:hanging="705"/>
      </w:pPr>
      <w:rPr>
        <w:rFonts w:ascii="Courier New" w:hAnsi="Courier New" w:cs="Courier New" w:hint="default"/>
      </w:rPr>
    </w:lvl>
    <w:lvl w:ilvl="1" w:tplc="96967A66">
      <w:numFmt w:val="bullet"/>
      <w:lvlText w:val=""/>
      <w:lvlJc w:val="left"/>
      <w:pPr>
        <w:ind w:left="1785" w:hanging="705"/>
      </w:pPr>
      <w:rPr>
        <w:rFonts w:ascii="Symbol" w:eastAsia="Calibri" w:hAnsi="Symbol" w:cs="Arial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AA9470">
      <w:numFmt w:val="bullet"/>
      <w:lvlText w:val="•"/>
      <w:lvlJc w:val="left"/>
      <w:pPr>
        <w:ind w:left="3225" w:hanging="705"/>
      </w:pPr>
      <w:rPr>
        <w:rFonts w:ascii="Arial" w:eastAsia="Calibri" w:hAnsi="Arial" w:cs="Aria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F82F65"/>
    <w:multiLevelType w:val="hybridMultilevel"/>
    <w:tmpl w:val="DC10F31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5C3781"/>
    <w:multiLevelType w:val="hybridMultilevel"/>
    <w:tmpl w:val="21D403D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C447DF"/>
    <w:multiLevelType w:val="hybridMultilevel"/>
    <w:tmpl w:val="19820BE4"/>
    <w:lvl w:ilvl="0" w:tplc="748A5EFE"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03733E"/>
    <w:multiLevelType w:val="hybridMultilevel"/>
    <w:tmpl w:val="CC3467A4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4125A3C"/>
    <w:multiLevelType w:val="hybridMultilevel"/>
    <w:tmpl w:val="88F6AF4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554B14"/>
    <w:multiLevelType w:val="hybridMultilevel"/>
    <w:tmpl w:val="21FACBB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C6A6012"/>
    <w:multiLevelType w:val="hybridMultilevel"/>
    <w:tmpl w:val="BC4C209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25C7EEB"/>
    <w:multiLevelType w:val="hybridMultilevel"/>
    <w:tmpl w:val="98F80D72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2F27DDF"/>
    <w:multiLevelType w:val="hybridMultilevel"/>
    <w:tmpl w:val="D1AA1C74"/>
    <w:lvl w:ilvl="0" w:tplc="E2E0547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4534C9"/>
    <w:multiLevelType w:val="hybridMultilevel"/>
    <w:tmpl w:val="80D8532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E52053"/>
    <w:multiLevelType w:val="hybridMultilevel"/>
    <w:tmpl w:val="80D853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2A0BBF"/>
    <w:multiLevelType w:val="hybridMultilevel"/>
    <w:tmpl w:val="A2AAFA08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A578F5"/>
    <w:multiLevelType w:val="multilevel"/>
    <w:tmpl w:val="34F60F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9591E27"/>
    <w:multiLevelType w:val="hybridMultilevel"/>
    <w:tmpl w:val="F8E64C2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79193E"/>
    <w:multiLevelType w:val="hybridMultilevel"/>
    <w:tmpl w:val="45F0608A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F006CF4"/>
    <w:multiLevelType w:val="hybridMultilevel"/>
    <w:tmpl w:val="1C147780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FBF1B37"/>
    <w:multiLevelType w:val="hybridMultilevel"/>
    <w:tmpl w:val="E2D6CE5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E667E8"/>
    <w:multiLevelType w:val="multilevel"/>
    <w:tmpl w:val="91EECEE0"/>
    <w:lvl w:ilvl="0">
      <w:start w:val="1"/>
      <w:numFmt w:val="decimal"/>
      <w:lvlText w:val="%1."/>
      <w:lvlJc w:val="left"/>
      <w:pPr>
        <w:ind w:left="567" w:hanging="567"/>
      </w:pPr>
      <w:rPr>
        <w:rFonts w:ascii="Calibri" w:hAnsi="Calibri" w:hint="default"/>
        <w:b/>
        <w:i w:val="0"/>
        <w:caps/>
        <w:smallCaps w:val="0"/>
        <w:vanish w:val="0"/>
        <w:sz w:val="20"/>
      </w:rPr>
    </w:lvl>
    <w:lvl w:ilvl="1">
      <w:start w:val="1"/>
      <w:numFmt w:val="decimal"/>
      <w:pStyle w:val="Level2"/>
      <w:lvlText w:val="%2."/>
      <w:lvlJc w:val="left"/>
      <w:pPr>
        <w:tabs>
          <w:tab w:val="num" w:pos="567"/>
        </w:tabs>
        <w:ind w:left="425" w:hanging="425"/>
      </w:pPr>
      <w:rPr>
        <w:rFonts w:hint="default"/>
        <w:b w:val="0"/>
        <w:i w:val="0"/>
        <w:caps w:val="0"/>
        <w:vanish w:val="0"/>
        <w:sz w:val="20"/>
      </w:rPr>
    </w:lvl>
    <w:lvl w:ilvl="2">
      <w:start w:val="1"/>
      <w:numFmt w:val="lowerLetter"/>
      <w:pStyle w:val="Level3"/>
      <w:lvlText w:val="%3)"/>
      <w:lvlJc w:val="left"/>
      <w:pPr>
        <w:ind w:left="709" w:hanging="284"/>
      </w:pPr>
      <w:rPr>
        <w:rFonts w:hint="default"/>
        <w:b w:val="0"/>
        <w:i w:val="0"/>
        <w:caps w:val="0"/>
        <w:vanish w:val="0"/>
        <w:color w:val="auto"/>
        <w:sz w:val="20"/>
      </w:rPr>
    </w:lvl>
    <w:lvl w:ilvl="3">
      <w:start w:val="1"/>
      <w:numFmt w:val="bullet"/>
      <w:pStyle w:val="Level4"/>
      <w:lvlText w:val="-"/>
      <w:lvlJc w:val="left"/>
      <w:pPr>
        <w:ind w:left="720" w:hanging="363"/>
      </w:pPr>
      <w:rPr>
        <w:rFonts w:ascii="Georgia" w:hAnsi="Georgia" w:hint="default"/>
      </w:rPr>
    </w:lvl>
    <w:lvl w:ilvl="4">
      <w:start w:val="1"/>
      <w:numFmt w:val="bullet"/>
      <w:pStyle w:val="Level5"/>
      <w:lvlText w:val=""/>
      <w:lvlJc w:val="left"/>
      <w:pPr>
        <w:ind w:left="1701" w:hanging="567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71E51CE"/>
    <w:multiLevelType w:val="hybridMultilevel"/>
    <w:tmpl w:val="31260D8A"/>
    <w:lvl w:ilvl="0" w:tplc="FFFFFFFF">
      <w:start w:val="1"/>
      <w:numFmt w:val="lowerLetter"/>
      <w:lvlText w:val="%1."/>
      <w:lvlJc w:val="left"/>
      <w:pPr>
        <w:ind w:left="720" w:hanging="360"/>
      </w:pPr>
    </w:lvl>
    <w:lvl w:ilvl="1" w:tplc="0425001B">
      <w:start w:val="1"/>
      <w:numFmt w:val="lowerRoman"/>
      <w:lvlText w:val="%2."/>
      <w:lvlJc w:val="righ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26594C"/>
    <w:multiLevelType w:val="multilevel"/>
    <w:tmpl w:val="72DAA3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816589B"/>
    <w:multiLevelType w:val="hybridMultilevel"/>
    <w:tmpl w:val="EBC2F06C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98303D1"/>
    <w:multiLevelType w:val="multilevel"/>
    <w:tmpl w:val="0EDEDB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E837633"/>
    <w:multiLevelType w:val="hybridMultilevel"/>
    <w:tmpl w:val="D3FAC0F4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14692D"/>
    <w:multiLevelType w:val="hybridMultilevel"/>
    <w:tmpl w:val="7BB07F9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BC46688"/>
    <w:multiLevelType w:val="multilevel"/>
    <w:tmpl w:val="9962AF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5105113">
    <w:abstractNumId w:val="27"/>
  </w:num>
  <w:num w:numId="2" w16cid:durableId="1258368716">
    <w:abstractNumId w:val="27"/>
  </w:num>
  <w:num w:numId="3" w16cid:durableId="788352473">
    <w:abstractNumId w:val="27"/>
  </w:num>
  <w:num w:numId="4" w16cid:durableId="1889415763">
    <w:abstractNumId w:val="27"/>
  </w:num>
  <w:num w:numId="5" w16cid:durableId="1675573490">
    <w:abstractNumId w:val="27"/>
  </w:num>
  <w:num w:numId="6" w16cid:durableId="149973555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9531080">
    <w:abstractNumId w:val="7"/>
  </w:num>
  <w:num w:numId="8" w16cid:durableId="541940527">
    <w:abstractNumId w:val="12"/>
  </w:num>
  <w:num w:numId="9" w16cid:durableId="1254244123">
    <w:abstractNumId w:val="5"/>
  </w:num>
  <w:num w:numId="10" w16cid:durableId="1968586411">
    <w:abstractNumId w:val="29"/>
  </w:num>
  <w:num w:numId="11" w16cid:durableId="641273700">
    <w:abstractNumId w:val="1"/>
    <w:lvlOverride w:ilvl="0">
      <w:startOverride w:val="1"/>
    </w:lvlOverride>
  </w:num>
  <w:num w:numId="12" w16cid:durableId="1126778867">
    <w:abstractNumId w:val="26"/>
  </w:num>
  <w:num w:numId="13" w16cid:durableId="843782601">
    <w:abstractNumId w:val="18"/>
  </w:num>
  <w:num w:numId="14" w16cid:durableId="295646453">
    <w:abstractNumId w:val="22"/>
    <w:lvlOverride w:ilvl="0">
      <w:startOverride w:val="1"/>
    </w:lvlOverride>
  </w:num>
  <w:num w:numId="15" w16cid:durableId="1561089471">
    <w:abstractNumId w:val="34"/>
    <w:lvlOverride w:ilvl="0">
      <w:startOverride w:val="1"/>
    </w:lvlOverride>
  </w:num>
  <w:num w:numId="16" w16cid:durableId="811865858">
    <w:abstractNumId w:val="31"/>
  </w:num>
  <w:num w:numId="17" w16cid:durableId="565264782">
    <w:abstractNumId w:val="3"/>
  </w:num>
  <w:num w:numId="18" w16cid:durableId="1925262073">
    <w:abstractNumId w:val="9"/>
  </w:num>
  <w:num w:numId="19" w16cid:durableId="1690335446">
    <w:abstractNumId w:val="8"/>
  </w:num>
  <w:num w:numId="20" w16cid:durableId="1314480960">
    <w:abstractNumId w:val="23"/>
  </w:num>
  <w:num w:numId="21" w16cid:durableId="1359698976">
    <w:abstractNumId w:val="6"/>
  </w:num>
  <w:num w:numId="22" w16cid:durableId="179972868">
    <w:abstractNumId w:val="2"/>
  </w:num>
  <w:num w:numId="23" w16cid:durableId="1985505138">
    <w:abstractNumId w:val="28"/>
  </w:num>
  <w:num w:numId="24" w16cid:durableId="1523860035">
    <w:abstractNumId w:val="10"/>
  </w:num>
  <w:num w:numId="25" w16cid:durableId="896287133">
    <w:abstractNumId w:val="4"/>
  </w:num>
  <w:num w:numId="26" w16cid:durableId="1576429076">
    <w:abstractNumId w:val="13"/>
  </w:num>
  <w:num w:numId="27" w16cid:durableId="1768109669">
    <w:abstractNumId w:val="33"/>
  </w:num>
  <w:num w:numId="28" w16cid:durableId="212893119">
    <w:abstractNumId w:val="17"/>
  </w:num>
  <w:num w:numId="29" w16cid:durableId="1654873713">
    <w:abstractNumId w:val="25"/>
  </w:num>
  <w:num w:numId="30" w16cid:durableId="1629121418">
    <w:abstractNumId w:val="24"/>
  </w:num>
  <w:num w:numId="31" w16cid:durableId="1337686878">
    <w:abstractNumId w:val="16"/>
  </w:num>
  <w:num w:numId="32" w16cid:durableId="2119984299">
    <w:abstractNumId w:val="19"/>
  </w:num>
  <w:num w:numId="33" w16cid:durableId="1403328750">
    <w:abstractNumId w:val="20"/>
  </w:num>
  <w:num w:numId="34" w16cid:durableId="89395186">
    <w:abstractNumId w:val="30"/>
  </w:num>
  <w:num w:numId="35" w16cid:durableId="265581890">
    <w:abstractNumId w:val="21"/>
  </w:num>
  <w:num w:numId="36" w16cid:durableId="64496876">
    <w:abstractNumId w:val="11"/>
  </w:num>
  <w:num w:numId="37" w16cid:durableId="1910340524">
    <w:abstractNumId w:val="15"/>
  </w:num>
  <w:num w:numId="38" w16cid:durableId="1691374548">
    <w:abstractNumId w:val="14"/>
  </w:num>
  <w:num w:numId="39" w16cid:durableId="1040784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7F"/>
    <w:rsid w:val="00054710"/>
    <w:rsid w:val="000547DF"/>
    <w:rsid w:val="00056BB5"/>
    <w:rsid w:val="00082FB9"/>
    <w:rsid w:val="000A1EE7"/>
    <w:rsid w:val="000B417F"/>
    <w:rsid w:val="000B4850"/>
    <w:rsid w:val="000B57BA"/>
    <w:rsid w:val="000C1A23"/>
    <w:rsid w:val="000F3E27"/>
    <w:rsid w:val="00103444"/>
    <w:rsid w:val="0010408E"/>
    <w:rsid w:val="00146F8F"/>
    <w:rsid w:val="00155DCC"/>
    <w:rsid w:val="00162108"/>
    <w:rsid w:val="00172722"/>
    <w:rsid w:val="001774DF"/>
    <w:rsid w:val="0019253D"/>
    <w:rsid w:val="00194EE7"/>
    <w:rsid w:val="001B46D4"/>
    <w:rsid w:val="001C44BC"/>
    <w:rsid w:val="001C46C0"/>
    <w:rsid w:val="001E0921"/>
    <w:rsid w:val="001E09C8"/>
    <w:rsid w:val="002002F0"/>
    <w:rsid w:val="0021186E"/>
    <w:rsid w:val="00215382"/>
    <w:rsid w:val="00222BEB"/>
    <w:rsid w:val="00225172"/>
    <w:rsid w:val="002401E8"/>
    <w:rsid w:val="0024234A"/>
    <w:rsid w:val="002641F5"/>
    <w:rsid w:val="002726A3"/>
    <w:rsid w:val="002732AA"/>
    <w:rsid w:val="00274B3A"/>
    <w:rsid w:val="002A1036"/>
    <w:rsid w:val="002D4D27"/>
    <w:rsid w:val="002D6251"/>
    <w:rsid w:val="002E0EF7"/>
    <w:rsid w:val="002F07BC"/>
    <w:rsid w:val="00300E09"/>
    <w:rsid w:val="003073D3"/>
    <w:rsid w:val="003127FB"/>
    <w:rsid w:val="0033388C"/>
    <w:rsid w:val="00335CBC"/>
    <w:rsid w:val="003467AE"/>
    <w:rsid w:val="003551E2"/>
    <w:rsid w:val="00357C22"/>
    <w:rsid w:val="00364590"/>
    <w:rsid w:val="00365F2B"/>
    <w:rsid w:val="00381AE8"/>
    <w:rsid w:val="00382D66"/>
    <w:rsid w:val="00394FB4"/>
    <w:rsid w:val="003A0ECE"/>
    <w:rsid w:val="003A28D6"/>
    <w:rsid w:val="003B6F35"/>
    <w:rsid w:val="003D3B87"/>
    <w:rsid w:val="003F5996"/>
    <w:rsid w:val="00416054"/>
    <w:rsid w:val="004170C1"/>
    <w:rsid w:val="00430FA1"/>
    <w:rsid w:val="004403E9"/>
    <w:rsid w:val="00442563"/>
    <w:rsid w:val="00470107"/>
    <w:rsid w:val="00491AD7"/>
    <w:rsid w:val="004D1D70"/>
    <w:rsid w:val="004E5DD5"/>
    <w:rsid w:val="0050379B"/>
    <w:rsid w:val="00512DE7"/>
    <w:rsid w:val="00532D2F"/>
    <w:rsid w:val="00570FC4"/>
    <w:rsid w:val="00581E38"/>
    <w:rsid w:val="00582590"/>
    <w:rsid w:val="0058480A"/>
    <w:rsid w:val="00585B08"/>
    <w:rsid w:val="005901A8"/>
    <w:rsid w:val="00592265"/>
    <w:rsid w:val="005A217D"/>
    <w:rsid w:val="005A710F"/>
    <w:rsid w:val="005B1C18"/>
    <w:rsid w:val="005C24D9"/>
    <w:rsid w:val="005E3618"/>
    <w:rsid w:val="00605B27"/>
    <w:rsid w:val="00615EB0"/>
    <w:rsid w:val="00625192"/>
    <w:rsid w:val="0062642C"/>
    <w:rsid w:val="00627953"/>
    <w:rsid w:val="0063780B"/>
    <w:rsid w:val="00643BDB"/>
    <w:rsid w:val="006466E4"/>
    <w:rsid w:val="00657B6F"/>
    <w:rsid w:val="0066463C"/>
    <w:rsid w:val="006736DE"/>
    <w:rsid w:val="00675C6D"/>
    <w:rsid w:val="006A27A9"/>
    <w:rsid w:val="006B28B7"/>
    <w:rsid w:val="006B5553"/>
    <w:rsid w:val="006E08D7"/>
    <w:rsid w:val="006F595A"/>
    <w:rsid w:val="00704301"/>
    <w:rsid w:val="0070500B"/>
    <w:rsid w:val="00714ED7"/>
    <w:rsid w:val="00755DE3"/>
    <w:rsid w:val="00765D62"/>
    <w:rsid w:val="0077377F"/>
    <w:rsid w:val="0077553F"/>
    <w:rsid w:val="00782839"/>
    <w:rsid w:val="007870BE"/>
    <w:rsid w:val="0079645A"/>
    <w:rsid w:val="007C318F"/>
    <w:rsid w:val="007C6F7A"/>
    <w:rsid w:val="007F2810"/>
    <w:rsid w:val="00812A56"/>
    <w:rsid w:val="00820D09"/>
    <w:rsid w:val="0082604D"/>
    <w:rsid w:val="00827163"/>
    <w:rsid w:val="0083430B"/>
    <w:rsid w:val="00840780"/>
    <w:rsid w:val="0086205E"/>
    <w:rsid w:val="008753E8"/>
    <w:rsid w:val="008759E3"/>
    <w:rsid w:val="008C5B01"/>
    <w:rsid w:val="008D2D2A"/>
    <w:rsid w:val="008D3667"/>
    <w:rsid w:val="008E6756"/>
    <w:rsid w:val="008F2A05"/>
    <w:rsid w:val="0091258F"/>
    <w:rsid w:val="00912BDF"/>
    <w:rsid w:val="009303BE"/>
    <w:rsid w:val="00930BE5"/>
    <w:rsid w:val="00962A66"/>
    <w:rsid w:val="00992B14"/>
    <w:rsid w:val="009A0457"/>
    <w:rsid w:val="009B2A88"/>
    <w:rsid w:val="009D38F3"/>
    <w:rsid w:val="009D6ED0"/>
    <w:rsid w:val="009E181A"/>
    <w:rsid w:val="00A17E2A"/>
    <w:rsid w:val="00A27416"/>
    <w:rsid w:val="00A33A60"/>
    <w:rsid w:val="00A43A3D"/>
    <w:rsid w:val="00A649D1"/>
    <w:rsid w:val="00A65739"/>
    <w:rsid w:val="00A837AB"/>
    <w:rsid w:val="00AC4483"/>
    <w:rsid w:val="00AE1639"/>
    <w:rsid w:val="00AE6B50"/>
    <w:rsid w:val="00AF6389"/>
    <w:rsid w:val="00B05AE2"/>
    <w:rsid w:val="00B33B98"/>
    <w:rsid w:val="00B4021D"/>
    <w:rsid w:val="00B8652B"/>
    <w:rsid w:val="00BA3B23"/>
    <w:rsid w:val="00BD14A4"/>
    <w:rsid w:val="00BF0E4C"/>
    <w:rsid w:val="00C0020C"/>
    <w:rsid w:val="00C03113"/>
    <w:rsid w:val="00C34030"/>
    <w:rsid w:val="00C53640"/>
    <w:rsid w:val="00C629C8"/>
    <w:rsid w:val="00C712AC"/>
    <w:rsid w:val="00C86912"/>
    <w:rsid w:val="00C86C12"/>
    <w:rsid w:val="00C86E8D"/>
    <w:rsid w:val="00C95ABD"/>
    <w:rsid w:val="00C966E8"/>
    <w:rsid w:val="00CA4C43"/>
    <w:rsid w:val="00CB0FEA"/>
    <w:rsid w:val="00CB31D7"/>
    <w:rsid w:val="00CE4916"/>
    <w:rsid w:val="00CE5616"/>
    <w:rsid w:val="00CE6E1D"/>
    <w:rsid w:val="00CF5F86"/>
    <w:rsid w:val="00D00B63"/>
    <w:rsid w:val="00D0223D"/>
    <w:rsid w:val="00D100C4"/>
    <w:rsid w:val="00D25D80"/>
    <w:rsid w:val="00D30B1A"/>
    <w:rsid w:val="00D343E0"/>
    <w:rsid w:val="00D4458D"/>
    <w:rsid w:val="00D8006E"/>
    <w:rsid w:val="00D879EE"/>
    <w:rsid w:val="00D902BD"/>
    <w:rsid w:val="00DB17D9"/>
    <w:rsid w:val="00DB76E7"/>
    <w:rsid w:val="00DF283A"/>
    <w:rsid w:val="00DF2D6D"/>
    <w:rsid w:val="00DF345F"/>
    <w:rsid w:val="00DF3E13"/>
    <w:rsid w:val="00E04A40"/>
    <w:rsid w:val="00E2366F"/>
    <w:rsid w:val="00E23C4F"/>
    <w:rsid w:val="00E27A09"/>
    <w:rsid w:val="00E366A1"/>
    <w:rsid w:val="00E3783E"/>
    <w:rsid w:val="00E43B45"/>
    <w:rsid w:val="00E47970"/>
    <w:rsid w:val="00E560D5"/>
    <w:rsid w:val="00E6200E"/>
    <w:rsid w:val="00E9115C"/>
    <w:rsid w:val="00EB5167"/>
    <w:rsid w:val="00EB79F8"/>
    <w:rsid w:val="00EC15EB"/>
    <w:rsid w:val="00EC6F44"/>
    <w:rsid w:val="00ED26F8"/>
    <w:rsid w:val="00F30F4E"/>
    <w:rsid w:val="00F400F4"/>
    <w:rsid w:val="00F50474"/>
    <w:rsid w:val="00F629CC"/>
    <w:rsid w:val="00F67A7C"/>
    <w:rsid w:val="00F75059"/>
    <w:rsid w:val="00F80056"/>
    <w:rsid w:val="00F87519"/>
    <w:rsid w:val="00F94E63"/>
    <w:rsid w:val="00FA395B"/>
    <w:rsid w:val="00FC0064"/>
    <w:rsid w:val="00FD2413"/>
    <w:rsid w:val="00FD5DA9"/>
    <w:rsid w:val="00FE6B34"/>
    <w:rsid w:val="00FF6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635ED7"/>
  <w15:chartTrackingRefBased/>
  <w15:docId w15:val="{5C7DD30A-5965-4783-A736-5AD46CEFB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cs-CZ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753E8"/>
    <w:pPr>
      <w:keepNext/>
      <w:keepLines/>
      <w:spacing w:before="240" w:line="259" w:lineRule="auto"/>
      <w:outlineLvl w:val="0"/>
    </w:pPr>
    <w:rPr>
      <w:rFonts w:ascii="Calibri Light" w:eastAsia="Yu Gothic Light" w:hAnsi="Calibri Light"/>
      <w:color w:val="2F5496"/>
      <w:sz w:val="32"/>
      <w:szCs w:val="32"/>
      <w:lang w:val="et-EE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eastAsia="Arial Unicode MS"/>
      <w:b/>
      <w:i/>
      <w:szCs w:val="20"/>
      <w:lang w:val="et-E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1">
    <w:name w:val="Char Char1"/>
    <w:basedOn w:val="DefaultParagraphFont"/>
    <w:semiHidden/>
  </w:style>
  <w:style w:type="paragraph" w:styleId="Footer">
    <w:name w:val="footer"/>
    <w:basedOn w:val="Normal"/>
    <w:unhideWhenUsed/>
    <w:pPr>
      <w:tabs>
        <w:tab w:val="center" w:pos="4320"/>
        <w:tab w:val="right" w:pos="8640"/>
      </w:tabs>
    </w:pPr>
  </w:style>
  <w:style w:type="character" w:customStyle="1" w:styleId="CharChar">
    <w:name w:val="Char Char"/>
    <w:basedOn w:val="DefaultParagraphFont"/>
    <w:semiHidden/>
  </w:style>
  <w:style w:type="paragraph" w:customStyle="1" w:styleId="Kirjatekst">
    <w:name w:val="Kirja tekst"/>
    <w:basedOn w:val="Normal"/>
    <w:autoRedefine/>
    <w:pPr>
      <w:spacing w:after="240"/>
    </w:pPr>
    <w:rPr>
      <w:rFonts w:eastAsia="Times New Roman" w:cs="Arial"/>
      <w:sz w:val="22"/>
      <w:szCs w:val="20"/>
      <w:lang w:val="et-EE"/>
    </w:rPr>
  </w:style>
  <w:style w:type="paragraph" w:styleId="BodyText3">
    <w:name w:val="Body Text 3"/>
    <w:basedOn w:val="Normal"/>
    <w:rPr>
      <w:rFonts w:eastAsia="Times New Roman" w:cs="Arial"/>
      <w:color w:val="000000"/>
      <w:sz w:val="22"/>
      <w:szCs w:val="22"/>
      <w:lang w:val="et-EE"/>
    </w:rPr>
  </w:style>
  <w:style w:type="paragraph" w:customStyle="1" w:styleId="Level5">
    <w:name w:val="Level5"/>
    <w:basedOn w:val="ListContinue5"/>
    <w:qFormat/>
    <w:rsid w:val="00F75059"/>
    <w:pPr>
      <w:numPr>
        <w:ilvl w:val="4"/>
        <w:numId w:val="1"/>
      </w:numPr>
      <w:tabs>
        <w:tab w:val="num" w:pos="360"/>
      </w:tabs>
      <w:spacing w:line="276" w:lineRule="auto"/>
      <w:ind w:left="1415" w:firstLine="0"/>
    </w:pPr>
    <w:rPr>
      <w:rFonts w:ascii="Calibri" w:eastAsia="Times New Roman" w:hAnsi="Calibri"/>
      <w:sz w:val="22"/>
      <w:szCs w:val="22"/>
      <w:lang w:val="et-EE" w:eastAsia="et-EE"/>
    </w:rPr>
  </w:style>
  <w:style w:type="paragraph" w:customStyle="1" w:styleId="Body2">
    <w:name w:val="Body2"/>
    <w:link w:val="Body2Char"/>
    <w:qFormat/>
    <w:rsid w:val="00F75059"/>
    <w:pPr>
      <w:spacing w:after="160" w:line="259" w:lineRule="auto"/>
    </w:pPr>
    <w:rPr>
      <w:rFonts w:eastAsia="Times New Roman"/>
      <w:bCs/>
      <w:szCs w:val="22"/>
    </w:rPr>
  </w:style>
  <w:style w:type="paragraph" w:customStyle="1" w:styleId="Level1">
    <w:name w:val="Level1"/>
    <w:basedOn w:val="ListBullet"/>
    <w:qFormat/>
    <w:rsid w:val="00F75059"/>
    <w:pPr>
      <w:tabs>
        <w:tab w:val="left" w:pos="567"/>
      </w:tabs>
      <w:spacing w:after="160" w:line="259" w:lineRule="auto"/>
      <w:contextualSpacing w:val="0"/>
    </w:pPr>
    <w:rPr>
      <w:rFonts w:eastAsia="Times New Roman"/>
      <w:b/>
      <w:bCs/>
      <w:caps/>
      <w:sz w:val="20"/>
      <w:szCs w:val="22"/>
      <w:lang w:val="et-EE" w:eastAsia="et-EE"/>
    </w:rPr>
  </w:style>
  <w:style w:type="character" w:customStyle="1" w:styleId="Body2Char">
    <w:name w:val="Body2 Char"/>
    <w:link w:val="Body2"/>
    <w:rsid w:val="00F75059"/>
    <w:rPr>
      <w:rFonts w:eastAsia="Times New Roman"/>
      <w:bCs/>
      <w:szCs w:val="22"/>
      <w:lang w:val="et-EE" w:eastAsia="et-EE"/>
    </w:rPr>
  </w:style>
  <w:style w:type="paragraph" w:customStyle="1" w:styleId="Level2">
    <w:name w:val="Level2"/>
    <w:basedOn w:val="ListBullet2"/>
    <w:link w:val="Level2Char"/>
    <w:qFormat/>
    <w:rsid w:val="00F75059"/>
    <w:pPr>
      <w:numPr>
        <w:ilvl w:val="1"/>
        <w:numId w:val="1"/>
      </w:numPr>
      <w:tabs>
        <w:tab w:val="left" w:pos="567"/>
      </w:tabs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paragraph" w:customStyle="1" w:styleId="Level3">
    <w:name w:val="Level3"/>
    <w:basedOn w:val="ListBullet3"/>
    <w:link w:val="Level3Char"/>
    <w:qFormat/>
    <w:rsid w:val="00F75059"/>
    <w:pPr>
      <w:numPr>
        <w:ilvl w:val="2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2Char">
    <w:name w:val="Level2 Char"/>
    <w:link w:val="Level2"/>
    <w:rsid w:val="00F75059"/>
    <w:rPr>
      <w:rFonts w:eastAsia="Times New Roman"/>
      <w:szCs w:val="22"/>
      <w:lang w:val="et-EE" w:eastAsia="et-EE"/>
    </w:rPr>
  </w:style>
  <w:style w:type="character" w:customStyle="1" w:styleId="Level3Char">
    <w:name w:val="Level3 Char"/>
    <w:link w:val="Level3"/>
    <w:rsid w:val="00F75059"/>
    <w:rPr>
      <w:rFonts w:eastAsia="Times New Roman"/>
      <w:szCs w:val="22"/>
      <w:lang w:val="et-EE" w:eastAsia="et-EE"/>
    </w:rPr>
  </w:style>
  <w:style w:type="paragraph" w:customStyle="1" w:styleId="Level4">
    <w:name w:val="Level4"/>
    <w:basedOn w:val="ListBullet4"/>
    <w:link w:val="Level4Char"/>
    <w:qFormat/>
    <w:rsid w:val="00F75059"/>
    <w:pPr>
      <w:numPr>
        <w:ilvl w:val="3"/>
        <w:numId w:val="1"/>
      </w:numPr>
      <w:spacing w:after="160" w:line="259" w:lineRule="auto"/>
      <w:contextualSpacing w:val="0"/>
    </w:pPr>
    <w:rPr>
      <w:rFonts w:eastAsia="Times New Roman"/>
      <w:sz w:val="20"/>
      <w:szCs w:val="22"/>
      <w:lang w:val="et-EE" w:eastAsia="et-EE"/>
    </w:rPr>
  </w:style>
  <w:style w:type="character" w:customStyle="1" w:styleId="Level4Char">
    <w:name w:val="Level4 Char"/>
    <w:link w:val="Level4"/>
    <w:rsid w:val="00F75059"/>
    <w:rPr>
      <w:rFonts w:eastAsia="Times New Roman"/>
      <w:szCs w:val="22"/>
      <w:lang w:val="et-EE" w:eastAsia="et-EE"/>
    </w:rPr>
  </w:style>
  <w:style w:type="paragraph" w:styleId="NoSpacing">
    <w:name w:val="No Spacing"/>
    <w:uiPriority w:val="1"/>
    <w:qFormat/>
    <w:rsid w:val="00F75059"/>
    <w:rPr>
      <w:rFonts w:eastAsia="Times New Roman"/>
      <w:szCs w:val="22"/>
    </w:rPr>
  </w:style>
  <w:style w:type="paragraph" w:customStyle="1" w:styleId="TableSignature">
    <w:name w:val="TableSignature"/>
    <w:rsid w:val="00F75059"/>
    <w:pPr>
      <w:keepNext/>
      <w:ind w:left="-113"/>
    </w:pPr>
    <w:rPr>
      <w:rFonts w:eastAsia="Times New Roman"/>
      <w:bCs/>
      <w:szCs w:val="22"/>
    </w:rPr>
  </w:style>
  <w:style w:type="paragraph" w:customStyle="1" w:styleId="TableSignatureLast">
    <w:name w:val="TableSignatureLast"/>
    <w:rsid w:val="00F75059"/>
    <w:pPr>
      <w:ind w:left="-113"/>
    </w:pPr>
    <w:rPr>
      <w:rFonts w:eastAsia="Times New Roman"/>
      <w:bCs/>
      <w:szCs w:val="22"/>
    </w:rPr>
  </w:style>
  <w:style w:type="table" w:customStyle="1" w:styleId="TableGridPHPDOCX">
    <w:name w:val="Table Grid PHPDOCX"/>
    <w:uiPriority w:val="59"/>
    <w:semiHidden/>
    <w:unhideWhenUsed/>
    <w:rsid w:val="00F75059"/>
    <w:rPr>
      <w:rFonts w:ascii="Calibri" w:eastAsia="Calibri" w:hAnsi="Calibri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Continue5">
    <w:name w:val="List Continue 5"/>
    <w:basedOn w:val="Normal"/>
    <w:rsid w:val="00F75059"/>
    <w:pPr>
      <w:spacing w:after="120"/>
      <w:ind w:left="1415"/>
      <w:contextualSpacing/>
    </w:pPr>
  </w:style>
  <w:style w:type="paragraph" w:styleId="ListBullet">
    <w:name w:val="List Bullet"/>
    <w:basedOn w:val="Normal"/>
    <w:rsid w:val="00F75059"/>
    <w:pPr>
      <w:ind w:left="567" w:hanging="567"/>
      <w:contextualSpacing/>
    </w:pPr>
  </w:style>
  <w:style w:type="paragraph" w:styleId="ListBullet2">
    <w:name w:val="List Bullet 2"/>
    <w:basedOn w:val="Normal"/>
    <w:rsid w:val="00F75059"/>
    <w:pPr>
      <w:ind w:left="567" w:hanging="567"/>
      <w:contextualSpacing/>
    </w:pPr>
  </w:style>
  <w:style w:type="paragraph" w:styleId="ListBullet3">
    <w:name w:val="List Bullet 3"/>
    <w:basedOn w:val="Normal"/>
    <w:rsid w:val="00F75059"/>
    <w:pPr>
      <w:ind w:left="567" w:hanging="567"/>
      <w:contextualSpacing/>
    </w:pPr>
  </w:style>
  <w:style w:type="paragraph" w:styleId="ListBullet4">
    <w:name w:val="List Bullet 4"/>
    <w:basedOn w:val="Normal"/>
    <w:rsid w:val="00F75059"/>
    <w:pPr>
      <w:ind w:left="567" w:hanging="567"/>
      <w:contextualSpacing/>
    </w:pPr>
  </w:style>
  <w:style w:type="character" w:customStyle="1" w:styleId="tableentry">
    <w:name w:val="tableentry"/>
    <w:rsid w:val="00BF0E4C"/>
    <w:rPr>
      <w:rFonts w:ascii="Tahoma" w:hAnsi="Tahoma" w:cs="Tahoma" w:hint="default"/>
      <w:sz w:val="18"/>
      <w:szCs w:val="18"/>
    </w:rPr>
  </w:style>
  <w:style w:type="paragraph" w:styleId="ListParagraph">
    <w:name w:val="List Paragraph"/>
    <w:basedOn w:val="Normal"/>
    <w:uiPriority w:val="34"/>
    <w:qFormat/>
    <w:rsid w:val="00930BE5"/>
    <w:pPr>
      <w:spacing w:after="23" w:line="249" w:lineRule="auto"/>
      <w:ind w:left="720" w:hanging="10"/>
      <w:contextualSpacing/>
      <w:jc w:val="both"/>
    </w:pPr>
    <w:rPr>
      <w:rFonts w:cs="Arial"/>
      <w:color w:val="000000"/>
      <w:sz w:val="22"/>
      <w:szCs w:val="22"/>
      <w:lang w:val="et-EE" w:eastAsia="et-EE"/>
    </w:rPr>
  </w:style>
  <w:style w:type="paragraph" w:customStyle="1" w:styleId="Default">
    <w:name w:val="Default"/>
    <w:rsid w:val="00930BE5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table" w:customStyle="1" w:styleId="TableGrid">
    <w:name w:val="TableGrid"/>
    <w:rsid w:val="00F87519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FootnoteText">
    <w:name w:val="footnote text"/>
    <w:basedOn w:val="Normal"/>
    <w:link w:val="FootnoteTextChar"/>
    <w:uiPriority w:val="99"/>
    <w:rsid w:val="00E47970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E47970"/>
    <w:rPr>
      <w:lang w:val="cs-CZ"/>
    </w:rPr>
  </w:style>
  <w:style w:type="character" w:styleId="FootnoteReference">
    <w:name w:val="footnote reference"/>
    <w:uiPriority w:val="99"/>
    <w:rsid w:val="00E47970"/>
    <w:rPr>
      <w:vertAlign w:val="superscript"/>
    </w:rPr>
  </w:style>
  <w:style w:type="character" w:styleId="Hyperlink">
    <w:name w:val="Hyperlink"/>
    <w:uiPriority w:val="99"/>
    <w:unhideWhenUsed/>
    <w:rsid w:val="00E47970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E47970"/>
    <w:pPr>
      <w:spacing w:before="100" w:beforeAutospacing="1" w:after="100" w:afterAutospacing="1"/>
    </w:pPr>
    <w:rPr>
      <w:rFonts w:ascii="Calibri" w:eastAsia="Calibri" w:hAnsi="Calibri"/>
      <w:sz w:val="22"/>
      <w:szCs w:val="22"/>
      <w:lang w:val="et-EE" w:eastAsia="et-EE"/>
    </w:rPr>
  </w:style>
  <w:style w:type="character" w:styleId="UnresolvedMention">
    <w:name w:val="Unresolved Mention"/>
    <w:uiPriority w:val="99"/>
    <w:semiHidden/>
    <w:unhideWhenUsed/>
    <w:rsid w:val="00E47970"/>
    <w:rPr>
      <w:color w:val="605E5C"/>
      <w:shd w:val="clear" w:color="auto" w:fill="E1DFDD"/>
    </w:rPr>
  </w:style>
  <w:style w:type="table" w:styleId="TableGrid0">
    <w:name w:val="Table Grid"/>
    <w:basedOn w:val="TableNormal"/>
    <w:uiPriority w:val="39"/>
    <w:rsid w:val="009A045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753E8"/>
    <w:pPr>
      <w:spacing w:after="120"/>
    </w:pPr>
  </w:style>
  <w:style w:type="character" w:customStyle="1" w:styleId="BodyTextChar">
    <w:name w:val="Body Text Char"/>
    <w:link w:val="BodyText"/>
    <w:rsid w:val="008753E8"/>
    <w:rPr>
      <w:sz w:val="24"/>
      <w:szCs w:val="24"/>
      <w:lang w:val="cs-CZ" w:eastAsia="en-US"/>
    </w:rPr>
  </w:style>
  <w:style w:type="character" w:customStyle="1" w:styleId="Heading1Char">
    <w:name w:val="Heading 1 Char"/>
    <w:link w:val="Heading1"/>
    <w:uiPriority w:val="9"/>
    <w:rsid w:val="008753E8"/>
    <w:rPr>
      <w:rFonts w:ascii="Calibri Light" w:eastAsia="Yu Gothic Light" w:hAnsi="Calibri Light"/>
      <w:color w:val="2F5496"/>
      <w:sz w:val="32"/>
      <w:szCs w:val="32"/>
      <w:lang w:eastAsia="en-US"/>
    </w:rPr>
  </w:style>
  <w:style w:type="character" w:styleId="SubtleReference">
    <w:name w:val="Subtle Reference"/>
    <w:uiPriority w:val="31"/>
    <w:qFormat/>
    <w:rsid w:val="008753E8"/>
    <w:rPr>
      <w:smallCaps/>
      <w:color w:val="5A5A5A"/>
    </w:rPr>
  </w:style>
  <w:style w:type="paragraph" w:customStyle="1" w:styleId="paragraph">
    <w:name w:val="paragraph"/>
    <w:basedOn w:val="Normal"/>
    <w:rsid w:val="008753E8"/>
    <w:pPr>
      <w:spacing w:before="100" w:beforeAutospacing="1" w:after="100" w:afterAutospacing="1"/>
    </w:pPr>
    <w:rPr>
      <w:rFonts w:ascii="Times New Roman" w:eastAsia="Times New Roman" w:hAnsi="Times New Roman"/>
      <w:lang w:val="et-EE" w:eastAsia="et-EE"/>
    </w:rPr>
  </w:style>
  <w:style w:type="character" w:customStyle="1" w:styleId="normaltextrun">
    <w:name w:val="normaltextrun"/>
    <w:basedOn w:val="DefaultParagraphFont"/>
    <w:rsid w:val="008753E8"/>
  </w:style>
  <w:style w:type="character" w:customStyle="1" w:styleId="eop">
    <w:name w:val="eop"/>
    <w:basedOn w:val="DefaultParagraphFont"/>
    <w:rsid w:val="008753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72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7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A.Erik@leonhard-weiss.com" TargetMode="External"/><Relationship Id="rId18" Type="http://schemas.openxmlformats.org/officeDocument/2006/relationships/hyperlink" Target="https://pari.kataster.ee/magic-link/29ff45d9-db4d-42a3-9fe2-82fe451a40ba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s://pari.kataster.ee/magic-link/0768cd81-afdd-458f-a69b-f052434807d1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mailto:kati.kivisild@elektrilevi.ee" TargetMode="External"/><Relationship Id="rId17" Type="http://schemas.openxmlformats.org/officeDocument/2006/relationships/hyperlink" Target="https://pari.kataster.ee/magic-link/819bdabf-5c68-4640-b15b-616fd034e949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pari.kataster.ee/magic-link/fcbe2ce1-6a86-4332-b00a-1d6b7e399e8a" TargetMode="External"/><Relationship Id="rId20" Type="http://schemas.openxmlformats.org/officeDocument/2006/relationships/hyperlink" Target="https://pari.kataster.ee/magic-link/12fcf3a4-ecf7-411f-861c-6bf7273be546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ndra.Sokk@energia.e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s://pari.kataster.ee/magic-link/fb29cc43-dc8a-45bb-af36-95f8542186f5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mailto:maantee@transpordiamet.ee" TargetMode="External"/><Relationship Id="rId19" Type="http://schemas.openxmlformats.org/officeDocument/2006/relationships/hyperlink" Target="https://pari.kataster.ee/magic-link/569db82c-9630-475a-a433-235cd56e6704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pari.kataster.ee/magic-link/d238d163-6886-4c04-8279-6b0e95721953" TargetMode="External"/><Relationship Id="rId22" Type="http://schemas.openxmlformats.org/officeDocument/2006/relationships/hyperlink" Target="https://pari.kataster.ee/magic-link/7b815687-f7c2-4a7d-b5a6-9132e03024aa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ANNALL~1\LOCALS~1\Temp\notesAB5C09\EE_Jaotusv&#245;rk_Tallinn_EST_logog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115A65EA9B79E48A4AB5B1472012220" ma:contentTypeVersion="12" ma:contentTypeDescription="Loo uus dokument" ma:contentTypeScope="" ma:versionID="ff4bc5a08f8371a2109225468dca80c0">
  <xsd:schema xmlns:xsd="http://www.w3.org/2001/XMLSchema" xmlns:xs="http://www.w3.org/2001/XMLSchema" xmlns:p="http://schemas.microsoft.com/office/2006/metadata/properties" xmlns:ns2="66abc36c-315f-488d-8aeb-4c1d8f010cd0" xmlns:ns3="ffe1282f-dc91-4362-9b99-e9bf85c1d5aa" targetNamespace="http://schemas.microsoft.com/office/2006/metadata/properties" ma:root="true" ma:fieldsID="e06ca9229957a22eac7f22c3ec79b6ee" ns2:_="" ns3:_="">
    <xsd:import namespace="66abc36c-315f-488d-8aeb-4c1d8f010cd0"/>
    <xsd:import namespace="ffe1282f-dc91-4362-9b99-e9bf85c1d5aa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abc36c-315f-488d-8aeb-4c1d8f010cd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Pildisildid" ma:readOnly="false" ma:fieldId="{5cf76f15-5ced-4ddc-b409-7134ff3c332f}" ma:taxonomyMulti="true" ma:sspId="42fc8c34-6131-460a-a028-367db9ee0e7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e1282f-dc91-4362-9b99-e9bf85c1d5aa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ed641eb-57d9-4856-a5c0-d2814c975ce0}" ma:internalName="TaxCatchAll" ma:showField="CatchAllData" ma:web="ffe1282f-dc91-4362-9b99-e9bf85c1d5a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fe1282f-dc91-4362-9b99-e9bf85c1d5aa" xsi:nil="true"/>
    <lcf76f155ced4ddcb4097134ff3c332f xmlns="66abc36c-315f-488d-8aeb-4c1d8f010cd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47A5325-44A5-472F-931A-A8FF512FA1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abc36c-315f-488d-8aeb-4c1d8f010cd0"/>
    <ds:schemaRef ds:uri="ffe1282f-dc91-4362-9b99-e9bf85c1d5a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211B72-DC52-4C7D-BD1C-F431AF7A8C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7BF71E-C231-4B67-94EA-4E8F524EEC17}">
  <ds:schemaRefs>
    <ds:schemaRef ds:uri="http://schemas.microsoft.com/office/2006/metadata/properties"/>
    <ds:schemaRef ds:uri="http://schemas.microsoft.com/office/infopath/2007/PartnerControls"/>
    <ds:schemaRef ds:uri="ffe1282f-dc91-4362-9b99-e9bf85c1d5aa"/>
    <ds:schemaRef ds:uri="66abc36c-315f-488d-8aeb-4c1d8f010cd0"/>
  </ds:schemaRefs>
</ds:datastoreItem>
</file>

<file path=docMetadata/LabelInfo.xml><?xml version="1.0" encoding="utf-8"?>
<clbl:labelList xmlns:clbl="http://schemas.microsoft.com/office/2020/mipLabelMetadata">
  <clbl:label id="{15cd778b-2b28-4ebc-956c-b5977a36cd28}" enabled="0" method="" siteId="{15cd778b-2b28-4ebc-956c-b5977a36cd28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EE_Jaotusvõrk_Tallinn_EST_logoga.dot</Template>
  <TotalTime>51</TotalTime>
  <Pages>4</Pages>
  <Words>497</Words>
  <Characters>5676</Characters>
  <Application>Microsoft Office Word</Application>
  <DocSecurity>0</DocSecurity>
  <Lines>47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Avalik konsultatsioon Elering AS-i elektrienergia ülekandetasud 16.04.21</vt:lpstr>
    </vt:vector>
  </TitlesOfParts>
  <Company>Kreatiff</Company>
  <LinksUpToDate>false</LinksUpToDate>
  <CharactersWithSpaces>6161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Avalik konsultatsioon Elering AS-i elektrienergia ülekandetasud 16.04.21</dc:title>
  <dc:subject/>
  <dc:creator>ITH</dc:creator>
  <cp:keywords/>
  <cp:lastModifiedBy>Kati-Kristella Kivisild-Ant</cp:lastModifiedBy>
  <cp:revision>28</cp:revision>
  <cp:lastPrinted>2025-04-15T10:05:00Z</cp:lastPrinted>
  <dcterms:created xsi:type="dcterms:W3CDTF">2026-01-13T11:25:00Z</dcterms:created>
  <dcterms:modified xsi:type="dcterms:W3CDTF">2026-01-15T09:51:00Z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0x0101003115A65EA9B79E48A4AB5B1472012220</vt:lpwstr>
  </property>
</Properties>
</file>